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360" w:rsidRDefault="0067443B" w:rsidP="005755B9">
      <w:pPr>
        <w:ind w:right="-2"/>
        <w:jc w:val="center"/>
        <w:rPr>
          <w:rFonts w:ascii="Times New Roman" w:eastAsia="ＭＳ ゴシック" w:hAnsi="Times New Roman"/>
          <w:b/>
          <w:sz w:val="32"/>
          <w:szCs w:val="32"/>
        </w:rPr>
      </w:pPr>
      <w:r w:rsidRPr="00C016CF">
        <w:rPr>
          <w:rFonts w:ascii="Times New Roman" w:eastAsia="ＭＳ ゴシック" w:hAnsi="Times New Roman"/>
          <w:b/>
          <w:sz w:val="32"/>
          <w:szCs w:val="32"/>
        </w:rPr>
        <w:t>Application</w:t>
      </w:r>
      <w:r w:rsidRPr="00C016CF">
        <w:rPr>
          <w:rFonts w:ascii="Times New Roman" w:eastAsia="ＭＳ ゴシック" w:hAnsi="Times New Roman" w:hint="eastAsia"/>
          <w:b/>
          <w:sz w:val="32"/>
          <w:szCs w:val="32"/>
        </w:rPr>
        <w:t xml:space="preserve"> Form</w:t>
      </w:r>
    </w:p>
    <w:p w:rsidR="00BB4427" w:rsidRPr="00C016CF" w:rsidRDefault="0067443B" w:rsidP="005755B9">
      <w:pPr>
        <w:ind w:right="-2"/>
        <w:jc w:val="center"/>
        <w:rPr>
          <w:rFonts w:ascii="Times New Roman" w:eastAsia="ＭＳ ゴシック" w:hAnsi="Times New Roman"/>
          <w:b/>
          <w:sz w:val="32"/>
          <w:szCs w:val="32"/>
        </w:rPr>
      </w:pPr>
      <w:r w:rsidRPr="00C016CF">
        <w:rPr>
          <w:rFonts w:ascii="Times New Roman" w:eastAsia="ＭＳ ゴシック" w:hAnsi="Times New Roman"/>
          <w:b/>
          <w:sz w:val="32"/>
          <w:szCs w:val="32"/>
        </w:rPr>
        <w:t xml:space="preserve"> for</w:t>
      </w:r>
      <w:r w:rsidR="00354314">
        <w:rPr>
          <w:rFonts w:ascii="Times New Roman" w:eastAsia="ＭＳ ゴシック" w:hAnsi="Times New Roman" w:hint="eastAsia"/>
          <w:b/>
          <w:sz w:val="32"/>
          <w:szCs w:val="32"/>
        </w:rPr>
        <w:t xml:space="preserve"> </w:t>
      </w:r>
      <w:r w:rsidR="00B52F74">
        <w:rPr>
          <w:rFonts w:ascii="Times New Roman" w:eastAsia="ＭＳ ゴシック" w:hAnsi="Times New Roman" w:hint="eastAsia"/>
          <w:b/>
          <w:sz w:val="32"/>
          <w:szCs w:val="32"/>
        </w:rPr>
        <w:t xml:space="preserve">the </w:t>
      </w:r>
      <w:r w:rsidR="00D94B5E">
        <w:rPr>
          <w:rFonts w:ascii="Times New Roman" w:eastAsia="ＭＳ ゴシック" w:hAnsi="Times New Roman" w:hint="eastAsia"/>
          <w:b/>
          <w:sz w:val="32"/>
          <w:szCs w:val="32"/>
        </w:rPr>
        <w:t>10</w:t>
      </w:r>
      <w:bookmarkStart w:id="0" w:name="_GoBack"/>
      <w:bookmarkEnd w:id="0"/>
      <w:r w:rsidR="00E664B9">
        <w:rPr>
          <w:rFonts w:ascii="Times New Roman" w:eastAsia="ＭＳ ゴシック" w:hAnsi="Times New Roman" w:hint="eastAsia"/>
          <w:b/>
          <w:sz w:val="32"/>
          <w:szCs w:val="32"/>
        </w:rPr>
        <w:t>th</w:t>
      </w:r>
      <w:r w:rsidR="005755B9">
        <w:rPr>
          <w:rFonts w:ascii="Times New Roman" w:eastAsia="ＭＳ ゴシック" w:hAnsi="Times New Roman" w:hint="eastAsia"/>
          <w:b/>
          <w:sz w:val="32"/>
          <w:szCs w:val="32"/>
        </w:rPr>
        <w:t xml:space="preserve"> </w:t>
      </w:r>
      <w:r w:rsidRPr="00C016CF">
        <w:rPr>
          <w:rFonts w:ascii="Times New Roman" w:eastAsia="ＭＳ ゴシック" w:hAnsi="Times New Roman"/>
          <w:b/>
          <w:sz w:val="32"/>
          <w:szCs w:val="32"/>
        </w:rPr>
        <w:t>HOPE Meeting</w:t>
      </w:r>
      <w:r w:rsidR="00C016CF" w:rsidRPr="00C016CF">
        <w:rPr>
          <w:rFonts w:ascii="Times New Roman" w:eastAsia="ＭＳ ゴシック" w:hAnsi="Times New Roman" w:hint="eastAsia"/>
          <w:b/>
          <w:sz w:val="32"/>
          <w:szCs w:val="32"/>
        </w:rPr>
        <w:t xml:space="preserve"> with Nobel Laureates</w:t>
      </w:r>
    </w:p>
    <w:p w:rsidR="00F6118A" w:rsidRPr="00F6118A" w:rsidRDefault="00F6118A" w:rsidP="00BB4427">
      <w:pPr>
        <w:ind w:right="-2"/>
        <w:jc w:val="center"/>
        <w:rPr>
          <w:rFonts w:ascii="Times New Roman" w:eastAsia="ＭＳ ゴシック" w:hAnsi="Times New Roman"/>
          <w:b/>
          <w:sz w:val="24"/>
          <w:szCs w:val="24"/>
        </w:rPr>
      </w:pPr>
      <w:r w:rsidRPr="00F6118A">
        <w:rPr>
          <w:rFonts w:ascii="Times New Roman" w:eastAsia="ＭＳ ゴシック" w:hAnsi="Times New Roman"/>
          <w:b/>
          <w:sz w:val="24"/>
          <w:szCs w:val="24"/>
        </w:rPr>
        <w:t>- For</w:t>
      </w:r>
      <w:r w:rsidRPr="00AA7274">
        <w:rPr>
          <w:rFonts w:ascii="Times New Roman" w:eastAsia="ＭＳ ゴシック" w:hAnsi="Times New Roman"/>
          <w:b/>
          <w:color w:val="FF0000"/>
          <w:sz w:val="24"/>
          <w:szCs w:val="24"/>
        </w:rPr>
        <w:t xml:space="preserve"> </w:t>
      </w:r>
      <w:r w:rsidRPr="00E5212D">
        <w:rPr>
          <w:rFonts w:ascii="Times New Roman" w:eastAsia="ＭＳ ゴシック" w:hAnsi="Times New Roman"/>
          <w:b/>
          <w:color w:val="000000"/>
          <w:sz w:val="24"/>
          <w:szCs w:val="24"/>
        </w:rPr>
        <w:t>PhD</w:t>
      </w:r>
      <w:r w:rsidR="009567EC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 student</w:t>
      </w:r>
      <w:r w:rsidR="00C016CF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>s</w:t>
      </w:r>
      <w:r w:rsidR="009567EC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 </w:t>
      </w:r>
      <w:r w:rsidR="00E5212D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and </w:t>
      </w:r>
      <w:r w:rsidR="00E664B9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>young</w:t>
      </w:r>
      <w:r w:rsidR="00E5212D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 </w:t>
      </w:r>
      <w:r w:rsidR="00C016CF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>researcher</w:t>
      </w:r>
      <w:r w:rsidR="009567EC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>s</w:t>
      </w:r>
      <w:r w:rsidR="000F654F">
        <w:rPr>
          <w:rFonts w:ascii="Times New Roman" w:eastAsia="ＭＳ ゴシック" w:hAnsi="Times New Roman" w:hint="eastAsia"/>
          <w:b/>
          <w:color w:val="000000"/>
          <w:sz w:val="24"/>
          <w:szCs w:val="24"/>
        </w:rPr>
        <w:t xml:space="preserve"> </w:t>
      </w:r>
      <w:r w:rsidRPr="00F6118A">
        <w:rPr>
          <w:rFonts w:ascii="Times New Roman" w:eastAsia="ＭＳ ゴシック" w:hAnsi="Times New Roman"/>
          <w:b/>
          <w:sz w:val="24"/>
          <w:szCs w:val="24"/>
        </w:rPr>
        <w:t>in Countries/Areas other than Japan -</w:t>
      </w:r>
    </w:p>
    <w:p w:rsidR="00856635" w:rsidRPr="00F6118A" w:rsidRDefault="00856635" w:rsidP="00F13270">
      <w:pPr>
        <w:spacing w:before="155" w:line="200" w:lineRule="exact"/>
        <w:rPr>
          <w:rFonts w:ascii="Times New Roman" w:hAnsi="Times New Roman"/>
          <w:sz w:val="20"/>
          <w:szCs w:val="20"/>
          <w:u w:val="single"/>
        </w:rPr>
      </w:pPr>
    </w:p>
    <w:p w:rsidR="001B0E75" w:rsidRPr="00856635" w:rsidRDefault="00AE3FFB" w:rsidP="00F13270">
      <w:pPr>
        <w:spacing w:before="155" w:line="200" w:lineRule="exact"/>
        <w:rPr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1</w:t>
      </w:r>
      <w:r w:rsidR="00AA6809" w:rsidRPr="00856635">
        <w:rPr>
          <w:rFonts w:ascii="Times New Roman" w:hAnsi="Times New Roman"/>
          <w:b/>
          <w:sz w:val="24"/>
          <w:szCs w:val="24"/>
        </w:rPr>
        <w:t>. A</w:t>
      </w:r>
      <w:r w:rsidR="009F6825" w:rsidRPr="00856635">
        <w:rPr>
          <w:rFonts w:ascii="Times New Roman" w:hAnsi="Times New Roman" w:hint="eastAsia"/>
          <w:b/>
          <w:sz w:val="24"/>
          <w:szCs w:val="24"/>
        </w:rPr>
        <w:t>pplicant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18"/>
        <w:gridCol w:w="914"/>
        <w:gridCol w:w="646"/>
        <w:gridCol w:w="453"/>
        <w:gridCol w:w="1318"/>
        <w:gridCol w:w="781"/>
        <w:gridCol w:w="1636"/>
        <w:gridCol w:w="350"/>
        <w:gridCol w:w="352"/>
        <w:gridCol w:w="350"/>
        <w:gridCol w:w="288"/>
        <w:gridCol w:w="64"/>
        <w:gridCol w:w="350"/>
        <w:gridCol w:w="352"/>
        <w:gridCol w:w="350"/>
        <w:gridCol w:w="340"/>
      </w:tblGrid>
      <w:tr w:rsidR="009353ED" w:rsidRPr="000448F3" w:rsidTr="00233547">
        <w:trPr>
          <w:trHeight w:val="227"/>
          <w:jc w:val="center"/>
        </w:trPr>
        <w:tc>
          <w:tcPr>
            <w:tcW w:w="3610" w:type="pct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9353ED" w:rsidRPr="00856635" w:rsidRDefault="006E7FEB" w:rsidP="00C661D7">
            <w:pPr>
              <w:spacing w:line="200" w:lineRule="exact"/>
              <w:ind w:right="-85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hint="eastAsia"/>
                <w:sz w:val="21"/>
                <w:szCs w:val="21"/>
              </w:rPr>
              <w:t>)</w:t>
            </w:r>
            <w:r w:rsidR="00F757C8" w:rsidRPr="00856635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573C3D" w:rsidRPr="00856635">
              <w:rPr>
                <w:rFonts w:ascii="Times New Roman" w:hAnsi="Times New Roman"/>
                <w:sz w:val="21"/>
                <w:szCs w:val="21"/>
              </w:rPr>
              <w:t>Name (First/Middle</w:t>
            </w:r>
            <w:r w:rsidR="00AA6809" w:rsidRPr="00856635">
              <w:rPr>
                <w:rFonts w:ascii="Times New Roman" w:hAnsi="Times New Roman" w:hint="eastAsia"/>
                <w:sz w:val="21"/>
                <w:szCs w:val="21"/>
              </w:rPr>
              <w:t>/</w:t>
            </w:r>
            <w:r w:rsidR="00AA6809" w:rsidRPr="00856635">
              <w:rPr>
                <w:rFonts w:ascii="Times New Roman" w:hAnsi="Times New Roman"/>
                <w:sz w:val="21"/>
                <w:szCs w:val="21"/>
              </w:rPr>
              <w:t>Family</w:t>
            </w:r>
            <w:r w:rsidR="00573C3D" w:rsidRPr="00856635">
              <w:rPr>
                <w:rFonts w:ascii="Times New Roman" w:hAnsi="Times New Roman"/>
                <w:sz w:val="21"/>
                <w:szCs w:val="21"/>
              </w:rPr>
              <w:t>)</w:t>
            </w:r>
          </w:p>
        </w:tc>
        <w:tc>
          <w:tcPr>
            <w:tcW w:w="1390" w:type="pct"/>
            <w:gridSpan w:val="9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353ED" w:rsidRPr="00856635" w:rsidRDefault="006E7FEB" w:rsidP="00856635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hint="eastAsia"/>
                <w:sz w:val="20"/>
                <w:szCs w:val="20"/>
              </w:rPr>
              <w:t xml:space="preserve">) </w:t>
            </w:r>
            <w:r w:rsidR="00573C3D" w:rsidRPr="00856635">
              <w:rPr>
                <w:rFonts w:ascii="Times New Roman" w:hAnsi="Times New Roman"/>
                <w:sz w:val="20"/>
                <w:szCs w:val="20"/>
              </w:rPr>
              <w:t>Date of Birth</w:t>
            </w:r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(</w:t>
            </w:r>
            <w:proofErr w:type="spellStart"/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yyy</w:t>
            </w:r>
            <w:r w:rsidR="0067443B" w:rsidRPr="00856635">
              <w:rPr>
                <w:rFonts w:ascii="Times New Roman" w:hAnsi="Times New Roman" w:hint="eastAsia"/>
                <w:sz w:val="20"/>
                <w:szCs w:val="20"/>
              </w:rPr>
              <w:t>y</w:t>
            </w:r>
            <w:proofErr w:type="spellEnd"/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/mm/</w:t>
            </w:r>
            <w:proofErr w:type="spellStart"/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dd</w:t>
            </w:r>
            <w:proofErr w:type="spellEnd"/>
            <w:r w:rsidR="009F6825" w:rsidRPr="00856635">
              <w:rPr>
                <w:rFonts w:ascii="Times New Roman" w:hAnsi="Times New Roman" w:hint="eastAsia"/>
                <w:sz w:val="20"/>
                <w:szCs w:val="20"/>
              </w:rPr>
              <w:t>)</w:t>
            </w:r>
          </w:p>
        </w:tc>
      </w:tr>
      <w:tr w:rsidR="003E312B" w:rsidRPr="000448F3" w:rsidTr="00233547">
        <w:trPr>
          <w:cantSplit/>
          <w:trHeight w:val="345"/>
          <w:jc w:val="center"/>
        </w:trPr>
        <w:tc>
          <w:tcPr>
            <w:tcW w:w="1208" w:type="pct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</w:tcPr>
          <w:p w:rsidR="00B716FD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First</w:t>
            </w:r>
          </w:p>
          <w:p w:rsidR="00B716F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3E312B" w:rsidRPr="000448F3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1201" w:type="pct"/>
            <w:gridSpan w:val="3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E312B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Middle</w:t>
            </w:r>
          </w:p>
          <w:p w:rsidR="00B716F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0448F3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01" w:type="pct"/>
            <w:gridSpan w:val="2"/>
            <w:vMerge w:val="restart"/>
            <w:tcBorders>
              <w:top w:val="single" w:sz="4" w:space="0" w:color="auto"/>
              <w:left w:val="single" w:sz="2" w:space="0" w:color="auto"/>
              <w:bottom w:val="single" w:sz="4" w:space="0" w:color="auto"/>
            </w:tcBorders>
          </w:tcPr>
          <w:p w:rsidR="003E312B" w:rsidRDefault="003E312B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Family</w:t>
            </w:r>
          </w:p>
          <w:p w:rsidR="00B716FD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  <w:p w:rsidR="00B716FD" w:rsidRPr="000448F3" w:rsidRDefault="00B716FD" w:rsidP="003E312B">
            <w:pPr>
              <w:tabs>
                <w:tab w:val="right" w:pos="6696"/>
              </w:tabs>
              <w:spacing w:line="200" w:lineRule="exact"/>
              <w:ind w:right="-8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1</w:t>
            </w:r>
          </w:p>
        </w:tc>
        <w:tc>
          <w:tcPr>
            <w:tcW w:w="1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9</w:t>
            </w:r>
          </w:p>
        </w:tc>
        <w:tc>
          <w:tcPr>
            <w:tcW w:w="17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gridSpan w:val="2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E312B" w:rsidRPr="000448F3" w:rsidRDefault="003E312B" w:rsidP="00A23038">
            <w:pPr>
              <w:pStyle w:val="a3"/>
              <w:spacing w:before="40" w:line="200" w:lineRule="exact"/>
              <w:jc w:val="center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E312B" w:rsidRPr="000448F3" w:rsidTr="00233547">
        <w:trPr>
          <w:cantSplit/>
          <w:trHeight w:hRule="exact" w:val="573"/>
          <w:jc w:val="center"/>
        </w:trPr>
        <w:tc>
          <w:tcPr>
            <w:tcW w:w="1208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312B" w:rsidRPr="000448F3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201" w:type="pct"/>
            <w:gridSpan w:val="3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E312B" w:rsidRPr="000448F3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201" w:type="pct"/>
            <w:gridSpan w:val="2"/>
            <w:vMerge/>
            <w:tcBorders>
              <w:top w:val="single" w:sz="1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:rsidR="003E312B" w:rsidRPr="000448F3" w:rsidRDefault="003E312B" w:rsidP="00A23038">
            <w:pPr>
              <w:spacing w:line="200" w:lineRule="exact"/>
              <w:ind w:right="-87"/>
              <w:rPr>
                <w:rFonts w:ascii="Times New Roman" w:hAnsi="Times New Roman"/>
              </w:rPr>
            </w:pPr>
          </w:p>
        </w:tc>
        <w:tc>
          <w:tcPr>
            <w:tcW w:w="1390" w:type="pct"/>
            <w:gridSpan w:val="9"/>
            <w:tcBorders>
              <w:top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3E312B" w:rsidRPr="000448F3" w:rsidRDefault="003E312B" w:rsidP="008B1887">
            <w:pPr>
              <w:tabs>
                <w:tab w:val="right" w:pos="1451"/>
              </w:tabs>
              <w:ind w:right="-8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ＭＳ Ｐゴシック" w:hAnsi="Times New Roman" w:hint="eastAsia"/>
              </w:rPr>
              <w:t xml:space="preserve"> </w:t>
            </w:r>
          </w:p>
        </w:tc>
      </w:tr>
      <w:tr w:rsidR="00573C3D" w:rsidRPr="000448F3" w:rsidTr="00584360">
        <w:trPr>
          <w:trHeight w:val="227"/>
          <w:jc w:val="center"/>
        </w:trPr>
        <w:tc>
          <w:tcPr>
            <w:tcW w:w="1754" w:type="pct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C3D" w:rsidRPr="00856635" w:rsidRDefault="006E7FEB" w:rsidP="00856635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  <w:r w:rsidR="00F757C8" w:rsidRPr="008566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C3D" w:rsidRPr="00856635">
              <w:rPr>
                <w:rFonts w:ascii="Times New Roman" w:hAnsi="Times New Roman"/>
                <w:sz w:val="20"/>
                <w:szCs w:val="20"/>
              </w:rPr>
              <w:t>Gender</w:t>
            </w:r>
          </w:p>
        </w:tc>
        <w:tc>
          <w:tcPr>
            <w:tcW w:w="3246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3C3D" w:rsidRPr="00856635" w:rsidRDefault="006E7FEB" w:rsidP="005755B9">
            <w:pPr>
              <w:spacing w:line="200" w:lineRule="exact"/>
              <w:ind w:leftChars="-100" w:left="-173" w:right="-85" w:firstLineChars="100" w:firstLine="19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hint="eastAsia"/>
                <w:sz w:val="20"/>
                <w:szCs w:val="20"/>
              </w:rPr>
              <w:t>)</w:t>
            </w:r>
            <w:r w:rsidR="00F757C8" w:rsidRPr="008566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73C3D" w:rsidRPr="00856635">
              <w:rPr>
                <w:rFonts w:ascii="Times New Roman" w:hAnsi="Times New Roman"/>
                <w:sz w:val="20"/>
                <w:szCs w:val="20"/>
              </w:rPr>
              <w:t>Nationality</w:t>
            </w:r>
            <w:r w:rsidR="00AA6809" w:rsidRPr="00856635">
              <w:rPr>
                <w:rFonts w:ascii="Times New Roman" w:hAnsi="Times New Roman" w:hint="eastAsia"/>
                <w:sz w:val="20"/>
                <w:szCs w:val="20"/>
              </w:rPr>
              <w:t xml:space="preserve"> or </w:t>
            </w:r>
            <w:r w:rsidR="00991B9F">
              <w:rPr>
                <w:rFonts w:ascii="Times New Roman" w:hAnsi="Times New Roman" w:hint="eastAsia"/>
                <w:sz w:val="20"/>
                <w:szCs w:val="20"/>
              </w:rPr>
              <w:t xml:space="preserve">Area of </w:t>
            </w:r>
            <w:r w:rsidR="005755B9">
              <w:rPr>
                <w:rFonts w:ascii="Times New Roman" w:hAnsi="Times New Roman" w:hint="eastAsia"/>
                <w:sz w:val="20"/>
                <w:szCs w:val="20"/>
              </w:rPr>
              <w:t>Birth</w:t>
            </w:r>
          </w:p>
        </w:tc>
      </w:tr>
      <w:tr w:rsidR="00573C3D" w:rsidRPr="000448F3" w:rsidTr="00584360">
        <w:trPr>
          <w:trHeight w:val="386"/>
          <w:jc w:val="center"/>
        </w:trPr>
        <w:tc>
          <w:tcPr>
            <w:tcW w:w="1754" w:type="pct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73C3D" w:rsidRPr="000448F3" w:rsidRDefault="00573C3D" w:rsidP="00237B8F">
            <w:pPr>
              <w:spacing w:line="200" w:lineRule="exact"/>
              <w:ind w:right="-85"/>
              <w:jc w:val="center"/>
              <w:rPr>
                <w:rFonts w:ascii="Times New Roman" w:hAnsi="Times New Roman"/>
              </w:rPr>
            </w:pPr>
            <w:r w:rsidRPr="000448F3">
              <w:rPr>
                <w:rFonts w:ascii="Times New Roman" w:hAnsi="Times New Roman"/>
                <w:sz w:val="20"/>
                <w:szCs w:val="20"/>
              </w:rPr>
              <w:t>1</w:t>
            </w:r>
            <w:r w:rsidR="00237B8F">
              <w:rPr>
                <w:rFonts w:ascii="Times New Roman" w:hAnsi="Times New Roman" w:hint="eastAsia"/>
                <w:sz w:val="20"/>
                <w:szCs w:val="20"/>
              </w:rPr>
              <w:t xml:space="preserve">. </w:t>
            </w:r>
            <w:r w:rsidR="00AE3FFB" w:rsidRPr="005755B9">
              <w:rPr>
                <w:rFonts w:ascii="Times New Roman" w:hAnsi="Times New Roman"/>
                <w:sz w:val="22"/>
                <w:szCs w:val="20"/>
              </w:rPr>
              <w:sym w:font="Wingdings" w:char="F06F"/>
            </w:r>
            <w:r w:rsidR="00AE3FF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0448F3">
              <w:rPr>
                <w:rFonts w:ascii="Times New Roman" w:hAnsi="Times New Roman"/>
                <w:sz w:val="20"/>
                <w:szCs w:val="20"/>
              </w:rPr>
              <w:t>Male</w:t>
            </w:r>
            <w:r w:rsidRPr="000448F3">
              <w:rPr>
                <w:rFonts w:ascii="Times New Roman" w:hAnsi="Times New Roman"/>
                <w:sz w:val="20"/>
                <w:szCs w:val="20"/>
              </w:rPr>
              <w:t xml:space="preserve">　　　　</w:t>
            </w:r>
            <w:r w:rsidRPr="000448F3">
              <w:rPr>
                <w:rFonts w:ascii="Times New Roman" w:hAnsi="Times New Roman"/>
                <w:sz w:val="20"/>
                <w:szCs w:val="20"/>
              </w:rPr>
              <w:t>2</w:t>
            </w:r>
            <w:r w:rsidR="00237B8F">
              <w:rPr>
                <w:rFonts w:ascii="Times New Roman" w:hAnsi="Times New Roman" w:hint="eastAsia"/>
                <w:sz w:val="20"/>
                <w:szCs w:val="20"/>
              </w:rPr>
              <w:t xml:space="preserve">. </w:t>
            </w:r>
            <w:r w:rsidR="00AE3FFB" w:rsidRPr="005755B9">
              <w:rPr>
                <w:rFonts w:ascii="Times New Roman" w:hAnsi="Times New Roman"/>
                <w:sz w:val="22"/>
                <w:szCs w:val="20"/>
              </w:rPr>
              <w:sym w:font="Wingdings" w:char="F06F"/>
            </w:r>
            <w:r w:rsidR="00AE3FF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0448F3">
              <w:rPr>
                <w:rFonts w:ascii="Times New Roman" w:hAnsi="Times New Roman"/>
                <w:sz w:val="20"/>
                <w:szCs w:val="20"/>
              </w:rPr>
              <w:t>Female</w:t>
            </w:r>
          </w:p>
        </w:tc>
        <w:tc>
          <w:tcPr>
            <w:tcW w:w="3246" w:type="pct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73C3D" w:rsidRPr="000448F3" w:rsidRDefault="00573C3D" w:rsidP="00A76BA1">
            <w:pPr>
              <w:spacing w:line="200" w:lineRule="exact"/>
              <w:ind w:right="-85"/>
              <w:rPr>
                <w:rFonts w:ascii="Times New Roman" w:hAnsi="Times New Roman"/>
              </w:rPr>
            </w:pPr>
          </w:p>
        </w:tc>
      </w:tr>
      <w:tr w:rsidR="00573C3D" w:rsidRPr="000448F3" w:rsidTr="001234A6">
        <w:trPr>
          <w:cantSplit/>
          <w:trHeight w:val="70"/>
          <w:jc w:val="center"/>
        </w:trPr>
        <w:tc>
          <w:tcPr>
            <w:tcW w:w="5000" w:type="pct"/>
            <w:gridSpan w:val="16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573C3D" w:rsidRDefault="00573C3D" w:rsidP="00A23038">
            <w:pPr>
              <w:spacing w:line="200" w:lineRule="exact"/>
              <w:ind w:left="-173" w:right="-87"/>
              <w:jc w:val="center"/>
              <w:rPr>
                <w:rFonts w:ascii="Times New Roman" w:hAnsi="Times New Roman"/>
              </w:rPr>
            </w:pPr>
          </w:p>
          <w:p w:rsidR="00AA6809" w:rsidRPr="00856635" w:rsidRDefault="00AE3FFB" w:rsidP="00AE3FFB">
            <w:pPr>
              <w:spacing w:line="200" w:lineRule="exact"/>
              <w:ind w:right="-8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2</w:t>
            </w:r>
            <w:r w:rsidR="00AA6809" w:rsidRPr="00856635">
              <w:rPr>
                <w:rFonts w:ascii="Times New Roman" w:hAnsi="Times New Roman"/>
                <w:b/>
                <w:kern w:val="0"/>
                <w:sz w:val="24"/>
                <w:szCs w:val="24"/>
              </w:rPr>
              <w:t xml:space="preserve">. </w:t>
            </w:r>
            <w:r w:rsidR="00F13270" w:rsidRPr="00856635"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>Affiliation, Universities Attended and</w:t>
            </w:r>
            <w:r>
              <w:rPr>
                <w:rFonts w:ascii="Times New Roman" w:hAnsi="Times New Roman" w:hint="eastAsia"/>
                <w:b/>
                <w:kern w:val="0"/>
                <w:sz w:val="24"/>
                <w:szCs w:val="24"/>
              </w:rPr>
              <w:t xml:space="preserve"> Current Research Topic</w:t>
            </w:r>
          </w:p>
        </w:tc>
      </w:tr>
      <w:tr w:rsidR="0067443B" w:rsidRPr="000448F3" w:rsidTr="00857D59">
        <w:trPr>
          <w:cantSplit/>
          <w:trHeight w:val="502"/>
          <w:jc w:val="center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43B" w:rsidRPr="000448F3" w:rsidRDefault="006E7FEB" w:rsidP="00BA3B1D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5)</w:t>
            </w:r>
            <w:r w:rsidR="0067443B" w:rsidRPr="000448F3">
              <w:rPr>
                <w:rFonts w:ascii="Times New Roman" w:hAnsi="Times New Roman"/>
                <w:sz w:val="20"/>
                <w:szCs w:val="20"/>
              </w:rPr>
              <w:t xml:space="preserve"> Institution</w:t>
            </w:r>
          </w:p>
        </w:tc>
        <w:tc>
          <w:tcPr>
            <w:tcW w:w="4246" w:type="pct"/>
            <w:gridSpan w:val="1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43B" w:rsidRPr="00B716FD" w:rsidRDefault="0067443B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360" w:rsidRPr="000448F3" w:rsidTr="00857D59">
        <w:trPr>
          <w:cantSplit/>
          <w:trHeight w:val="585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584360" w:rsidRPr="000448F3" w:rsidRDefault="00584360" w:rsidP="00C661D7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6)School</w:t>
            </w:r>
            <w:r w:rsidR="00952FAB">
              <w:rPr>
                <w:rFonts w:ascii="Times New Roman" w:hAnsi="Times New Roman" w:hint="eastAsia"/>
                <w:sz w:val="20"/>
                <w:szCs w:val="20"/>
              </w:rPr>
              <w:t>/</w:t>
            </w:r>
            <w:r>
              <w:rPr>
                <w:rFonts w:ascii="Times New Roman" w:hAnsi="Times New Roman" w:hint="eastAsia"/>
                <w:sz w:val="20"/>
                <w:szCs w:val="20"/>
              </w:rPr>
              <w:t>Grade</w:t>
            </w:r>
          </w:p>
        </w:tc>
        <w:tc>
          <w:tcPr>
            <w:tcW w:w="775" w:type="pct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84360" w:rsidRPr="000448F3" w:rsidRDefault="00E86CE4" w:rsidP="006F2DBC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Program/Depart</w:t>
            </w:r>
            <w:r w:rsidR="00C661D7">
              <w:rPr>
                <w:rFonts w:ascii="Times New Roman" w:hAnsi="Times New Roman" w:hint="eastAsia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hint="eastAsia"/>
                <w:sz w:val="20"/>
                <w:szCs w:val="20"/>
              </w:rPr>
              <w:t>ment</w:t>
            </w:r>
            <w:proofErr w:type="spellEnd"/>
            <w:r>
              <w:rPr>
                <w:rFonts w:ascii="Times New Roman" w:hAnsi="Times New Roman" w:hint="eastAsia"/>
                <w:sz w:val="20"/>
                <w:szCs w:val="20"/>
              </w:rPr>
              <w:t>/School</w:t>
            </w:r>
          </w:p>
        </w:tc>
        <w:tc>
          <w:tcPr>
            <w:tcW w:w="3470" w:type="pct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857D59" w:rsidRPr="00B716F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D59" w:rsidRPr="00B716F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84360" w:rsidRPr="000448F3" w:rsidTr="00857D59">
        <w:trPr>
          <w:cantSplit/>
          <w:trHeight w:val="600"/>
          <w:jc w:val="center"/>
        </w:trPr>
        <w:tc>
          <w:tcPr>
            <w:tcW w:w="754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84360" w:rsidRDefault="00584360" w:rsidP="00584360">
            <w:pPr>
              <w:spacing w:line="200" w:lineRule="exact"/>
              <w:ind w:leftChars="50" w:left="87" w:right="-87" w:firstLine="1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75" w:type="pct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360" w:rsidRDefault="00207A66" w:rsidP="00857D59">
            <w:pPr>
              <w:spacing w:line="200" w:lineRule="exact"/>
              <w:ind w:right="-87"/>
              <w:jc w:val="left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Present Position, Grade</w:t>
            </w:r>
          </w:p>
        </w:tc>
        <w:tc>
          <w:tcPr>
            <w:tcW w:w="3470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84360" w:rsidRPr="00B716FD" w:rsidRDefault="00584360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  <w:p w:rsidR="00857D59" w:rsidRPr="00B716FD" w:rsidRDefault="00857D59" w:rsidP="00857D59">
            <w:pPr>
              <w:spacing w:line="200" w:lineRule="exact"/>
              <w:ind w:right="-87"/>
              <w:textAlignment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4154D" w:rsidRPr="000448F3" w:rsidTr="005755B9">
        <w:trPr>
          <w:trHeight w:val="597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942DC1" w:rsidRDefault="006E7FEB" w:rsidP="00857D59">
            <w:pPr>
              <w:spacing w:line="200" w:lineRule="exact"/>
              <w:ind w:leftChars="-3" w:left="194" w:hangingChars="103" w:hanging="199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7)</w:t>
            </w:r>
            <w:r w:rsidR="0094154D" w:rsidRPr="00856635">
              <w:rPr>
                <w:rFonts w:ascii="Times New Roman" w:hAnsi="Times New Roman"/>
                <w:sz w:val="20"/>
                <w:szCs w:val="20"/>
              </w:rPr>
              <w:t xml:space="preserve"> Universit</w:t>
            </w:r>
            <w:r w:rsidR="0094154D" w:rsidRPr="00856635">
              <w:rPr>
                <w:rFonts w:ascii="Times New Roman" w:hAnsi="Times New Roman" w:hint="eastAsia"/>
                <w:sz w:val="20"/>
                <w:szCs w:val="20"/>
              </w:rPr>
              <w:t>ies</w:t>
            </w:r>
            <w:r w:rsidR="0094154D" w:rsidRPr="00856635">
              <w:rPr>
                <w:rFonts w:ascii="Times New Roman" w:hAnsi="Times New Roman"/>
                <w:sz w:val="20"/>
                <w:szCs w:val="20"/>
              </w:rPr>
              <w:t xml:space="preserve"> Attended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856635" w:rsidRDefault="0094154D" w:rsidP="005755B9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/>
                <w:sz w:val="20"/>
                <w:szCs w:val="20"/>
              </w:rPr>
              <w:t xml:space="preserve">Completion </w:t>
            </w:r>
            <w:r w:rsidR="005755B9">
              <w:rPr>
                <w:rFonts w:ascii="Times New Roman" w:hAnsi="Times New Roman" w:hint="eastAsia"/>
                <w:sz w:val="20"/>
                <w:szCs w:val="20"/>
              </w:rPr>
              <w:t>D</w:t>
            </w:r>
            <w:r w:rsidR="005755B9" w:rsidRPr="00856635">
              <w:rPr>
                <w:rFonts w:ascii="Times New Roman" w:hAnsi="Times New Roman"/>
                <w:sz w:val="20"/>
                <w:szCs w:val="20"/>
              </w:rPr>
              <w:t xml:space="preserve">ate </w:t>
            </w:r>
            <w:r w:rsidRPr="00856635">
              <w:rPr>
                <w:rFonts w:ascii="Times New Roman" w:hAnsi="Times New Roman" w:hint="eastAsia"/>
                <w:sz w:val="20"/>
                <w:szCs w:val="20"/>
              </w:rPr>
              <w:t>(Month, Year)</w:t>
            </w: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856635" w:rsidRDefault="0094154D" w:rsidP="00856635">
            <w:pPr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/>
                <w:sz w:val="20"/>
                <w:szCs w:val="20"/>
              </w:rPr>
              <w:t>University/Institution</w:t>
            </w: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856635" w:rsidRDefault="0067443B" w:rsidP="00C661D7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 w:hint="eastAsia"/>
                <w:sz w:val="20"/>
                <w:szCs w:val="20"/>
              </w:rPr>
              <w:t>Program/</w:t>
            </w:r>
            <w:r w:rsidR="0094154D" w:rsidRPr="00856635">
              <w:rPr>
                <w:rFonts w:ascii="Times New Roman" w:hAnsi="Times New Roman" w:hint="eastAsia"/>
                <w:sz w:val="20"/>
                <w:szCs w:val="20"/>
              </w:rPr>
              <w:t>Department/School</w:t>
            </w:r>
          </w:p>
        </w:tc>
        <w:tc>
          <w:tcPr>
            <w:tcW w:w="7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54D" w:rsidRPr="00856635" w:rsidRDefault="0094154D" w:rsidP="00856635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/>
                <w:sz w:val="20"/>
                <w:szCs w:val="20"/>
              </w:rPr>
              <w:t>Degree</w:t>
            </w:r>
          </w:p>
        </w:tc>
      </w:tr>
      <w:tr w:rsidR="0094154D" w:rsidRPr="000448F3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0448F3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94154D" w:rsidRPr="000448F3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0448F3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94154D" w:rsidRPr="000448F3" w:rsidTr="00857D59">
        <w:trPr>
          <w:trHeight w:val="624"/>
          <w:jc w:val="center"/>
        </w:trPr>
        <w:tc>
          <w:tcPr>
            <w:tcW w:w="754" w:type="pct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94154D" w:rsidRPr="000448F3" w:rsidRDefault="0094154D" w:rsidP="00573C3D">
            <w:pPr>
              <w:spacing w:line="200" w:lineRule="exact"/>
              <w:ind w:leftChars="-3" w:hangingChars="3" w:hanging="5"/>
              <w:jc w:val="left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276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268" w:type="pct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1479" w:type="pct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54D" w:rsidRPr="00B716F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  <w:tc>
          <w:tcPr>
            <w:tcW w:w="725" w:type="pct"/>
            <w:gridSpan w:val="5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154D" w:rsidRPr="00B716FD" w:rsidDel="0094154D" w:rsidRDefault="0094154D" w:rsidP="00857D59">
            <w:pPr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  <w:tr w:rsidR="0067443B" w:rsidRPr="000448F3" w:rsidTr="00857D59">
        <w:trPr>
          <w:trHeight w:val="270"/>
          <w:jc w:val="center"/>
        </w:trPr>
        <w:tc>
          <w:tcPr>
            <w:tcW w:w="754" w:type="pct"/>
            <w:vMerge w:val="restart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7443B" w:rsidRPr="00856635" w:rsidRDefault="00AE3FFB" w:rsidP="00AE3FFB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8) </w:t>
            </w:r>
            <w:r w:rsidR="0067443B" w:rsidRPr="00856635">
              <w:rPr>
                <w:rFonts w:ascii="Times New Roman" w:hAnsi="Times New Roman" w:hint="eastAsia"/>
                <w:sz w:val="20"/>
                <w:szCs w:val="20"/>
              </w:rPr>
              <w:t>Research</w:t>
            </w:r>
          </w:p>
          <w:p w:rsidR="0067443B" w:rsidRPr="00942DC1" w:rsidRDefault="0067443B" w:rsidP="00942DC1">
            <w:pPr>
              <w:spacing w:line="200" w:lineRule="exact"/>
              <w:ind w:leftChars="-3" w:left="1" w:hangingChars="3" w:hanging="6"/>
              <w:rPr>
                <w:rFonts w:ascii="Times New Roman" w:hAnsi="Times New Roman"/>
                <w:sz w:val="20"/>
                <w:szCs w:val="20"/>
              </w:rPr>
            </w:pPr>
            <w:r w:rsidRPr="0085663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857D59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Pr="00856635">
              <w:rPr>
                <w:rFonts w:ascii="Times New Roman" w:hAnsi="Times New Roman" w:hint="eastAsia"/>
                <w:sz w:val="20"/>
                <w:szCs w:val="20"/>
              </w:rPr>
              <w:t>Field</w:t>
            </w:r>
          </w:p>
        </w:tc>
        <w:tc>
          <w:tcPr>
            <w:tcW w:w="774" w:type="pct"/>
            <w:gridSpan w:val="2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7443B" w:rsidRDefault="00EF5AA2" w:rsidP="006305BF">
            <w:pPr>
              <w:spacing w:line="2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Area</w:t>
            </w:r>
          </w:p>
        </w:tc>
        <w:tc>
          <w:tcPr>
            <w:tcW w:w="3471" w:type="pct"/>
            <w:gridSpan w:val="1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7443B" w:rsidRPr="00B716F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67443B" w:rsidRPr="000448F3" w:rsidTr="00857D59">
        <w:trPr>
          <w:trHeight w:val="270"/>
          <w:jc w:val="center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67443B" w:rsidRPr="000448F3" w:rsidRDefault="0067443B" w:rsidP="006305BF">
            <w:pPr>
              <w:spacing w:line="200" w:lineRule="exact"/>
              <w:ind w:leftChars="-3" w:hangingChars="3" w:hanging="5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67443B" w:rsidRPr="000448F3" w:rsidRDefault="0067443B" w:rsidP="006305BF">
            <w:pPr>
              <w:spacing w:line="2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Discipline</w:t>
            </w:r>
          </w:p>
        </w:tc>
        <w:tc>
          <w:tcPr>
            <w:tcW w:w="3471" w:type="pct"/>
            <w:gridSpan w:val="13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67443B" w:rsidRPr="00B716F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67443B" w:rsidRPr="000448F3" w:rsidTr="00857D59">
        <w:trPr>
          <w:trHeight w:val="270"/>
          <w:jc w:val="center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67443B" w:rsidRPr="000448F3" w:rsidRDefault="0067443B" w:rsidP="006305BF">
            <w:pPr>
              <w:spacing w:line="200" w:lineRule="exact"/>
              <w:ind w:leftChars="-3" w:hangingChars="3" w:hanging="5"/>
              <w:rPr>
                <w:rFonts w:ascii="Times New Roman" w:hAnsi="Times New Roman"/>
              </w:rPr>
            </w:pPr>
          </w:p>
        </w:tc>
        <w:tc>
          <w:tcPr>
            <w:tcW w:w="774" w:type="pct"/>
            <w:gridSpan w:val="2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443B" w:rsidRPr="000448F3" w:rsidRDefault="0067443B" w:rsidP="006305BF">
            <w:pPr>
              <w:spacing w:line="2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Research Field</w:t>
            </w:r>
          </w:p>
        </w:tc>
        <w:tc>
          <w:tcPr>
            <w:tcW w:w="3471" w:type="pct"/>
            <w:gridSpan w:val="1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7443B" w:rsidRPr="00B716FD" w:rsidRDefault="0067443B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  <w:tr w:rsidR="00573C3D" w:rsidRPr="000448F3" w:rsidTr="000810BB">
        <w:trPr>
          <w:trHeight w:val="894"/>
          <w:jc w:val="center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73C3D" w:rsidRPr="00856635" w:rsidRDefault="006E7FEB" w:rsidP="00857D59">
            <w:pPr>
              <w:spacing w:line="200" w:lineRule="exact"/>
              <w:ind w:leftChars="-3" w:left="194" w:hangingChars="103" w:hanging="199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9)</w:t>
            </w:r>
            <w:r w:rsidR="006305BF" w:rsidRPr="00856635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044456" w:rsidRPr="00856635">
              <w:rPr>
                <w:rFonts w:ascii="Times New Roman" w:hAnsi="Times New Roman"/>
                <w:sz w:val="20"/>
                <w:szCs w:val="20"/>
              </w:rPr>
              <w:t>Current Research Topic</w:t>
            </w:r>
          </w:p>
        </w:tc>
        <w:tc>
          <w:tcPr>
            <w:tcW w:w="4246" w:type="pct"/>
            <w:gridSpan w:val="15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6635" w:rsidRPr="00B716FD" w:rsidRDefault="00856635" w:rsidP="00857D59">
            <w:pPr>
              <w:spacing w:line="200" w:lineRule="exact"/>
              <w:rPr>
                <w:rFonts w:ascii="Times New Roman" w:hAnsi="Times New Roman"/>
                <w:sz w:val="20"/>
              </w:rPr>
            </w:pPr>
          </w:p>
        </w:tc>
      </w:tr>
    </w:tbl>
    <w:p w:rsidR="00681644" w:rsidRDefault="00681644">
      <w:pPr>
        <w:rPr>
          <w:rFonts w:ascii="Times New Roman" w:eastAsia="ＭＳ ゴシック" w:hAnsi="Times New Roman"/>
          <w:sz w:val="21"/>
          <w:szCs w:val="21"/>
        </w:rPr>
      </w:pPr>
    </w:p>
    <w:p w:rsidR="00EF6DA3" w:rsidRPr="00856635" w:rsidRDefault="00AE3FFB">
      <w:pPr>
        <w:rPr>
          <w:b/>
          <w:sz w:val="24"/>
          <w:szCs w:val="24"/>
        </w:rPr>
      </w:pPr>
      <w:r>
        <w:rPr>
          <w:rFonts w:ascii="Times New Roman" w:eastAsia="ＭＳ ゴシック" w:hAnsi="Times New Roman" w:hint="eastAsia"/>
          <w:b/>
          <w:sz w:val="24"/>
          <w:szCs w:val="24"/>
        </w:rPr>
        <w:t>3</w:t>
      </w:r>
      <w:r w:rsidR="00681644" w:rsidRPr="00856635">
        <w:rPr>
          <w:rFonts w:ascii="Times New Roman" w:hAnsi="Times New Roman"/>
          <w:b/>
          <w:sz w:val="24"/>
          <w:szCs w:val="24"/>
        </w:rPr>
        <w:t xml:space="preserve">. </w:t>
      </w:r>
      <w:r w:rsidR="00F13270" w:rsidRPr="00856635">
        <w:rPr>
          <w:rFonts w:ascii="Times New Roman" w:hAnsi="Times New Roman" w:hint="eastAsia"/>
          <w:b/>
          <w:sz w:val="24"/>
          <w:szCs w:val="24"/>
        </w:rPr>
        <w:t xml:space="preserve">Contact </w:t>
      </w:r>
      <w:r>
        <w:rPr>
          <w:rFonts w:ascii="Times New Roman" w:hAnsi="Times New Roman" w:hint="eastAsia"/>
          <w:b/>
          <w:sz w:val="24"/>
          <w:szCs w:val="24"/>
        </w:rPr>
        <w:t>Information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518"/>
        <w:gridCol w:w="3968"/>
        <w:gridCol w:w="4576"/>
      </w:tblGrid>
      <w:tr w:rsidR="00044456" w:rsidRPr="003233A0" w:rsidTr="005755B9">
        <w:trPr>
          <w:trHeight w:val="340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44456" w:rsidRPr="00856635" w:rsidRDefault="006E7FEB" w:rsidP="00857D59">
            <w:pPr>
              <w:spacing w:line="200" w:lineRule="exact"/>
              <w:ind w:left="290" w:hangingChars="150" w:hanging="29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10)</w:t>
            </w:r>
            <w:r w:rsidR="000448F3" w:rsidRPr="008566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44456" w:rsidRPr="00856635">
              <w:rPr>
                <w:rFonts w:ascii="Times New Roman" w:hAnsi="Times New Roman"/>
                <w:sz w:val="20"/>
                <w:szCs w:val="20"/>
              </w:rPr>
              <w:t>Home Address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237B8F">
              <w:rPr>
                <w:rFonts w:ascii="Times New Roman" w:hAnsi="Times New Roman" w:hint="eastAsia"/>
                <w:sz w:val="20"/>
                <w:szCs w:val="20"/>
              </w:rPr>
              <w:t>:</w:t>
            </w:r>
          </w:p>
          <w:p w:rsidR="00856635" w:rsidRPr="00B716FD" w:rsidRDefault="00856635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</w:p>
          <w:p w:rsidR="00044456" w:rsidRPr="003233A0" w:rsidRDefault="00044456" w:rsidP="00A23038">
            <w:pPr>
              <w:spacing w:line="200" w:lineRule="exact"/>
              <w:ind w:right="-138"/>
              <w:jc w:val="right"/>
              <w:rPr>
                <w:rFonts w:ascii="Times New Roman" w:hAnsi="Times New Roman"/>
              </w:rPr>
            </w:pP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044456" w:rsidRPr="003233A0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197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4456" w:rsidRPr="003233A0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Tel:</w:t>
            </w:r>
            <w:r w:rsidR="00857D59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227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3233A0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Fax:</w:t>
            </w:r>
            <w:r w:rsidR="00857D59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4456" w:rsidRPr="003233A0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4246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4456" w:rsidRPr="003233A0" w:rsidRDefault="00044456" w:rsidP="00A23038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Email:</w:t>
            </w:r>
            <w:r w:rsidR="00857D59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 w:val="restart"/>
            <w:tcBorders>
              <w:left w:val="single" w:sz="12" w:space="0" w:color="auto"/>
            </w:tcBorders>
            <w:vAlign w:val="center"/>
          </w:tcPr>
          <w:p w:rsidR="00044456" w:rsidRPr="00856635" w:rsidRDefault="006E7FEB" w:rsidP="00857D59">
            <w:pPr>
              <w:spacing w:line="200" w:lineRule="exact"/>
              <w:ind w:left="290" w:hangingChars="150" w:hanging="29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11) </w:t>
            </w:r>
            <w:r w:rsidR="00044456" w:rsidRPr="00856635">
              <w:rPr>
                <w:rFonts w:ascii="Times New Roman" w:hAnsi="Times New Roman"/>
                <w:sz w:val="20"/>
                <w:szCs w:val="20"/>
              </w:rPr>
              <w:t>Office Address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Address</w:t>
            </w:r>
            <w:r w:rsidR="00237B8F">
              <w:rPr>
                <w:rFonts w:ascii="Times New Roman" w:hAnsi="Times New Roman" w:hint="eastAsia"/>
                <w:sz w:val="20"/>
                <w:szCs w:val="20"/>
              </w:rPr>
              <w:t>:</w:t>
            </w:r>
          </w:p>
          <w:p w:rsidR="00856635" w:rsidRPr="00B716FD" w:rsidRDefault="00856635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</w:p>
          <w:p w:rsidR="00044456" w:rsidRPr="003233A0" w:rsidRDefault="00044456" w:rsidP="00044456">
            <w:pPr>
              <w:spacing w:line="200" w:lineRule="exact"/>
              <w:ind w:right="-138"/>
              <w:jc w:val="right"/>
              <w:rPr>
                <w:rFonts w:ascii="Times New Roman" w:hAnsi="Times New Roman"/>
              </w:rPr>
            </w:pP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</w:tcBorders>
            <w:vAlign w:val="center"/>
          </w:tcPr>
          <w:p w:rsidR="00044456" w:rsidRPr="003233A0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1972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44456" w:rsidRPr="003233A0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Tel: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  <w:tc>
          <w:tcPr>
            <w:tcW w:w="2274" w:type="pct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44456" w:rsidRPr="003233A0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Fax: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</w:tr>
      <w:tr w:rsidR="00044456" w:rsidRPr="003233A0" w:rsidTr="005755B9">
        <w:trPr>
          <w:trHeight w:val="34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44456" w:rsidRPr="003233A0" w:rsidRDefault="00044456" w:rsidP="00856635">
            <w:pPr>
              <w:spacing w:line="200" w:lineRule="exact"/>
              <w:ind w:left="69"/>
              <w:jc w:val="left"/>
              <w:rPr>
                <w:rFonts w:ascii="Times New Roman" w:hAnsi="Times New Roman"/>
              </w:rPr>
            </w:pPr>
          </w:p>
        </w:tc>
        <w:tc>
          <w:tcPr>
            <w:tcW w:w="4246" w:type="pct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44456" w:rsidRPr="003233A0" w:rsidRDefault="00044456" w:rsidP="00044456">
            <w:pPr>
              <w:spacing w:line="200" w:lineRule="exact"/>
              <w:ind w:right="-138"/>
              <w:rPr>
                <w:rFonts w:ascii="Times New Roman" w:hAnsi="Times New Roman"/>
                <w:sz w:val="20"/>
                <w:szCs w:val="20"/>
              </w:rPr>
            </w:pPr>
            <w:r w:rsidRPr="003233A0">
              <w:rPr>
                <w:rFonts w:ascii="Times New Roman" w:hAnsi="Times New Roman"/>
                <w:sz w:val="20"/>
                <w:szCs w:val="20"/>
              </w:rPr>
              <w:t>Email: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</w:p>
        </w:tc>
      </w:tr>
      <w:tr w:rsidR="00044456" w:rsidRPr="003233A0" w:rsidTr="005755B9">
        <w:trPr>
          <w:trHeight w:val="682"/>
        </w:trPr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448F3" w:rsidRPr="00856635" w:rsidRDefault="006E7FEB" w:rsidP="005755B9">
            <w:pPr>
              <w:spacing w:line="200" w:lineRule="exact"/>
              <w:ind w:right="-138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 xml:space="preserve">12) </w:t>
            </w:r>
            <w:r w:rsidR="00044456" w:rsidRPr="00856635">
              <w:rPr>
                <w:rFonts w:ascii="Times New Roman" w:hAnsi="Times New Roman"/>
                <w:sz w:val="20"/>
                <w:szCs w:val="20"/>
              </w:rPr>
              <w:t>Contact</w:t>
            </w:r>
          </w:p>
          <w:p w:rsidR="00044456" w:rsidRPr="003233A0" w:rsidRDefault="002A754E" w:rsidP="00857D59">
            <w:pPr>
              <w:spacing w:line="200" w:lineRule="exact"/>
              <w:ind w:right="-138" w:firstLineChars="150" w:firstLine="29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  <w:sz w:val="20"/>
                <w:szCs w:val="20"/>
              </w:rPr>
              <w:t>Point</w:t>
            </w:r>
          </w:p>
        </w:tc>
        <w:tc>
          <w:tcPr>
            <w:tcW w:w="4246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E7FEB" w:rsidRPr="000810BB" w:rsidRDefault="00AE3FFB" w:rsidP="000810BB">
            <w:pPr>
              <w:pStyle w:val="af"/>
              <w:numPr>
                <w:ilvl w:val="0"/>
                <w:numId w:val="12"/>
              </w:numPr>
              <w:spacing w:line="200" w:lineRule="exact"/>
              <w:ind w:leftChars="0" w:right="-138"/>
              <w:rPr>
                <w:rFonts w:ascii="Times New Roman" w:hAnsi="Times New Roman"/>
                <w:sz w:val="20"/>
                <w:szCs w:val="20"/>
              </w:rPr>
            </w:pPr>
            <w:r>
              <w:sym w:font="Wingdings" w:char="F06F"/>
            </w:r>
            <w:r w:rsidR="00044456" w:rsidRPr="000810B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044456" w:rsidRPr="000810BB">
              <w:rPr>
                <w:rFonts w:ascii="Times New Roman" w:hAnsi="Times New Roman"/>
                <w:sz w:val="20"/>
                <w:szCs w:val="20"/>
              </w:rPr>
              <w:t xml:space="preserve">Home Address   </w:t>
            </w:r>
            <w:r w:rsidR="00237B8F" w:rsidRPr="000810BB">
              <w:rPr>
                <w:rFonts w:ascii="Times New Roman" w:hAnsi="Times New Roman" w:hint="eastAsia"/>
                <w:sz w:val="20"/>
                <w:szCs w:val="20"/>
              </w:rPr>
              <w:t xml:space="preserve">  </w:t>
            </w:r>
            <w:r w:rsidR="00044456" w:rsidRPr="000810BB">
              <w:rPr>
                <w:rFonts w:ascii="Times New Roman" w:hAnsi="Times New Roman"/>
                <w:sz w:val="20"/>
                <w:szCs w:val="20"/>
              </w:rPr>
              <w:t xml:space="preserve"> 2. 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>
              <w:sym w:font="Wingdings" w:char="F06F"/>
            </w:r>
            <w:r w:rsidRP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0810BB">
              <w:rPr>
                <w:rFonts w:ascii="Times New Roman" w:hAnsi="Times New Roman" w:hint="eastAsia"/>
                <w:sz w:val="20"/>
                <w:szCs w:val="20"/>
              </w:rPr>
              <w:t xml:space="preserve"> </w:t>
            </w:r>
            <w:r w:rsidR="00044456" w:rsidRPr="000810BB">
              <w:rPr>
                <w:rFonts w:ascii="Times New Roman" w:hAnsi="Times New Roman"/>
                <w:sz w:val="20"/>
                <w:szCs w:val="20"/>
              </w:rPr>
              <w:t>Office Address</w:t>
            </w:r>
          </w:p>
        </w:tc>
      </w:tr>
    </w:tbl>
    <w:p w:rsidR="00667BB7" w:rsidRPr="003233A0" w:rsidRDefault="00667BB7" w:rsidP="00667BB7">
      <w:pPr>
        <w:rPr>
          <w:rFonts w:ascii="Times New Roman" w:eastAsia="ＭＳ ゴシック" w:hAnsi="Times New Roman"/>
          <w:sz w:val="21"/>
          <w:szCs w:val="21"/>
        </w:rPr>
      </w:pPr>
      <w:r w:rsidRPr="00856635">
        <w:rPr>
          <w:rFonts w:ascii="ＭＳ ゴシック" w:eastAsia="ＭＳ ゴシック"/>
          <w:sz w:val="21"/>
          <w:szCs w:val="21"/>
        </w:rPr>
        <w:br w:type="page"/>
      </w:r>
      <w:r w:rsidR="00AE3FFB">
        <w:rPr>
          <w:rFonts w:ascii="Times New Roman" w:eastAsia="ＭＳ ゴシック" w:hAnsi="Times New Roman" w:hint="eastAsia"/>
          <w:b/>
          <w:sz w:val="24"/>
          <w:szCs w:val="24"/>
        </w:rPr>
        <w:lastRenderedPageBreak/>
        <w:t>4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 xml:space="preserve">. </w:t>
      </w:r>
      <w:r w:rsidR="00681644" w:rsidRPr="00856635">
        <w:rPr>
          <w:rFonts w:ascii="Times New Roman" w:eastAsia="ＭＳ ゴシック" w:hAnsi="Times New Roman" w:hint="eastAsia"/>
          <w:b/>
          <w:sz w:val="24"/>
          <w:szCs w:val="24"/>
        </w:rPr>
        <w:t xml:space="preserve">Aim, 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>Objectives</w:t>
      </w:r>
      <w:r w:rsidR="00681644" w:rsidRPr="00856635">
        <w:rPr>
          <w:rFonts w:ascii="Times New Roman" w:eastAsia="ＭＳ ゴシック" w:hAnsi="Times New Roman" w:hint="eastAsia"/>
          <w:b/>
          <w:sz w:val="24"/>
          <w:szCs w:val="24"/>
        </w:rPr>
        <w:t>, and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 xml:space="preserve"> </w:t>
      </w:r>
      <w:r w:rsidR="00681644" w:rsidRPr="00856635">
        <w:rPr>
          <w:rFonts w:ascii="Times New Roman" w:eastAsia="ＭＳ ゴシック" w:hAnsi="Times New Roman" w:hint="eastAsia"/>
          <w:b/>
          <w:sz w:val="24"/>
          <w:szCs w:val="24"/>
        </w:rPr>
        <w:t xml:space="preserve">Motivation </w:t>
      </w:r>
      <w:r w:rsidRPr="00856635">
        <w:rPr>
          <w:rFonts w:ascii="Times New Roman" w:eastAsia="ＭＳ ゴシック" w:hAnsi="Times New Roman" w:hint="eastAsia"/>
          <w:b/>
          <w:sz w:val="24"/>
          <w:szCs w:val="24"/>
        </w:rPr>
        <w:t>for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 xml:space="preserve"> participat</w:t>
      </w:r>
      <w:r w:rsidRPr="00856635">
        <w:rPr>
          <w:rFonts w:ascii="Times New Roman" w:eastAsia="ＭＳ ゴシック" w:hAnsi="Times New Roman" w:hint="eastAsia"/>
          <w:b/>
          <w:sz w:val="24"/>
          <w:szCs w:val="24"/>
        </w:rPr>
        <w:t>ing in the</w:t>
      </w:r>
      <w:r w:rsidRPr="00856635">
        <w:rPr>
          <w:rFonts w:ascii="Times New Roman" w:eastAsia="ＭＳ ゴシック" w:hAnsi="Times New Roman"/>
          <w:b/>
          <w:sz w:val="24"/>
          <w:szCs w:val="24"/>
        </w:rPr>
        <w:t xml:space="preserve"> HOPE Meeting</w:t>
      </w:r>
      <w:r w:rsidR="00681644">
        <w:rPr>
          <w:rFonts w:ascii="Times New Roman" w:eastAsia="ＭＳ ゴシック" w:hAnsi="Times New Roman" w:hint="eastAsia"/>
          <w:sz w:val="21"/>
          <w:szCs w:val="21"/>
        </w:rPr>
        <w:t xml:space="preserve"> (in one page)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667BB7" w:rsidRPr="00094CCD" w:rsidTr="004D69E1">
        <w:trPr>
          <w:trHeight w:val="14267"/>
        </w:trPr>
        <w:tc>
          <w:tcPr>
            <w:tcW w:w="99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67BB7" w:rsidRPr="00B716FD" w:rsidRDefault="00667BB7" w:rsidP="00667BB7">
            <w:pPr>
              <w:spacing w:line="200" w:lineRule="atLeast"/>
              <w:rPr>
                <w:sz w:val="20"/>
                <w:szCs w:val="20"/>
              </w:rPr>
            </w:pPr>
          </w:p>
        </w:tc>
      </w:tr>
    </w:tbl>
    <w:p w:rsidR="004D69E1" w:rsidRDefault="004D69E1" w:rsidP="001B0E75">
      <w:pPr>
        <w:spacing w:line="0" w:lineRule="atLeast"/>
        <w:rPr>
          <w:rFonts w:ascii="Times New Roman" w:eastAsia="ＭＳ ゴシック" w:hAnsi="Times New Roman"/>
          <w:sz w:val="21"/>
          <w:szCs w:val="21"/>
        </w:rPr>
      </w:pPr>
    </w:p>
    <w:p w:rsidR="00D72247" w:rsidRDefault="00D72247" w:rsidP="001B0E75">
      <w:pPr>
        <w:spacing w:line="0" w:lineRule="atLeast"/>
        <w:rPr>
          <w:rFonts w:ascii="Times New Roman" w:eastAsia="ＭＳ ゴシック" w:hAnsi="Times New Roman"/>
          <w:sz w:val="21"/>
          <w:szCs w:val="21"/>
        </w:rPr>
      </w:pPr>
    </w:p>
    <w:p w:rsidR="00667BB7" w:rsidRPr="00CE1CC7" w:rsidRDefault="00AE3FFB" w:rsidP="001B0E75">
      <w:pPr>
        <w:spacing w:line="0" w:lineRule="atLeast"/>
        <w:rPr>
          <w:rFonts w:ascii="ＭＳ ゴシック" w:eastAsia="ＭＳ ゴシック"/>
          <w:i/>
          <w:sz w:val="21"/>
          <w:szCs w:val="21"/>
        </w:rPr>
      </w:pPr>
      <w:r>
        <w:rPr>
          <w:rFonts w:ascii="Times New Roman" w:eastAsia="ＭＳ ゴシック" w:hAnsi="Times New Roman" w:hint="eastAsia"/>
          <w:b/>
          <w:sz w:val="24"/>
          <w:szCs w:val="24"/>
        </w:rPr>
        <w:lastRenderedPageBreak/>
        <w:t>5</w:t>
      </w:r>
      <w:r w:rsidR="00667BB7" w:rsidRPr="00856635">
        <w:rPr>
          <w:rFonts w:ascii="Times New Roman" w:eastAsia="ＭＳ ゴシック" w:hAnsi="Times New Roman"/>
          <w:b/>
          <w:sz w:val="24"/>
          <w:szCs w:val="24"/>
        </w:rPr>
        <w:t xml:space="preserve">. Abstract for </w:t>
      </w:r>
      <w:r w:rsidR="0067443B" w:rsidRPr="00856635">
        <w:rPr>
          <w:rFonts w:ascii="Times New Roman" w:eastAsia="ＭＳ ゴシック" w:hAnsi="Times New Roman" w:hint="eastAsia"/>
          <w:b/>
          <w:sz w:val="24"/>
          <w:szCs w:val="24"/>
        </w:rPr>
        <w:t>P</w:t>
      </w:r>
      <w:r w:rsidR="00667BB7" w:rsidRPr="00856635">
        <w:rPr>
          <w:rFonts w:ascii="Times New Roman" w:eastAsia="ＭＳ ゴシック" w:hAnsi="Times New Roman"/>
          <w:b/>
          <w:sz w:val="24"/>
          <w:szCs w:val="24"/>
        </w:rPr>
        <w:t xml:space="preserve">oster </w:t>
      </w:r>
      <w:r w:rsidR="0067443B" w:rsidRPr="00856635">
        <w:rPr>
          <w:rFonts w:ascii="Times New Roman" w:eastAsia="ＭＳ ゴシック" w:hAnsi="Times New Roman" w:hint="eastAsia"/>
          <w:b/>
          <w:sz w:val="24"/>
          <w:szCs w:val="24"/>
        </w:rPr>
        <w:t>Pr</w:t>
      </w:r>
      <w:r w:rsidR="00667BB7" w:rsidRPr="00856635">
        <w:rPr>
          <w:rFonts w:ascii="Times New Roman" w:eastAsia="ＭＳ ゴシック" w:hAnsi="Times New Roman"/>
          <w:b/>
          <w:sz w:val="24"/>
          <w:szCs w:val="24"/>
        </w:rPr>
        <w:t>esentation</w:t>
      </w:r>
      <w:r w:rsidR="0067443B" w:rsidRPr="00856635">
        <w:rPr>
          <w:rFonts w:ascii="Times New Roman" w:eastAsia="ＭＳ ゴシック" w:hAnsi="Times New Roman" w:hint="eastAsia"/>
          <w:b/>
          <w:sz w:val="24"/>
          <w:szCs w:val="24"/>
        </w:rPr>
        <w:t xml:space="preserve"> </w:t>
      </w:r>
      <w:r w:rsidR="00667BB7" w:rsidRPr="00856635">
        <w:rPr>
          <w:rFonts w:ascii="Times New Roman" w:eastAsia="ＭＳ ゴシック" w:hAnsi="Times New Roman"/>
          <w:b/>
          <w:sz w:val="16"/>
          <w:szCs w:val="16"/>
        </w:rPr>
        <w:t>(</w:t>
      </w:r>
      <w:r w:rsidR="00667BB7" w:rsidRPr="003233A0">
        <w:rPr>
          <w:rFonts w:ascii="Times New Roman" w:eastAsia="ＭＳ ゴシック" w:hAnsi="Times New Roman"/>
          <w:sz w:val="16"/>
          <w:szCs w:val="16"/>
        </w:rPr>
        <w:t xml:space="preserve">Do not alter and </w:t>
      </w:r>
      <w:r w:rsidR="00667BB7">
        <w:rPr>
          <w:rFonts w:ascii="Times New Roman" w:eastAsia="ＭＳ ゴシック" w:hAnsi="Times New Roman" w:hint="eastAsia"/>
          <w:sz w:val="16"/>
          <w:szCs w:val="16"/>
        </w:rPr>
        <w:t>expand</w:t>
      </w:r>
      <w:r w:rsidR="00667BB7" w:rsidRPr="003233A0">
        <w:rPr>
          <w:rFonts w:ascii="Times New Roman" w:eastAsia="ＭＳ ゴシック" w:hAnsi="Times New Roman"/>
          <w:sz w:val="16"/>
          <w:szCs w:val="16"/>
        </w:rPr>
        <w:t xml:space="preserve"> this form)</w:t>
      </w:r>
    </w:p>
    <w:tbl>
      <w:tblPr>
        <w:tblW w:w="4951" w:type="pct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702"/>
        <w:gridCol w:w="8261"/>
      </w:tblGrid>
      <w:tr w:rsidR="000810BB" w:rsidRPr="003233A0" w:rsidTr="000810BB">
        <w:trPr>
          <w:trHeight w:val="543"/>
        </w:trPr>
        <w:tc>
          <w:tcPr>
            <w:tcW w:w="854" w:type="pct"/>
            <w:vAlign w:val="center"/>
          </w:tcPr>
          <w:p w:rsidR="000810BB" w:rsidRPr="000810BB" w:rsidRDefault="000810BB" w:rsidP="00667BB7">
            <w:pPr>
              <w:spacing w:line="200" w:lineRule="exact"/>
              <w:ind w:right="-13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Title of Y</w:t>
            </w:r>
            <w:r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 w:hint="eastAsia"/>
              </w:rPr>
              <w:t>ur Poster</w:t>
            </w:r>
          </w:p>
        </w:tc>
        <w:tc>
          <w:tcPr>
            <w:tcW w:w="4146" w:type="pct"/>
            <w:vAlign w:val="center"/>
          </w:tcPr>
          <w:p w:rsidR="000810BB" w:rsidRPr="00B716FD" w:rsidRDefault="000810BB" w:rsidP="00667BB7">
            <w:pPr>
              <w:spacing w:line="200" w:lineRule="exact"/>
              <w:ind w:right="-138"/>
              <w:rPr>
                <w:rFonts w:ascii="Times New Roman" w:hAnsi="Times New Roman"/>
                <w:sz w:val="20"/>
              </w:rPr>
            </w:pPr>
          </w:p>
        </w:tc>
      </w:tr>
      <w:tr w:rsidR="00667BB7" w:rsidRPr="003233A0" w:rsidTr="00856635">
        <w:trPr>
          <w:trHeight w:val="5531"/>
        </w:trPr>
        <w:tc>
          <w:tcPr>
            <w:tcW w:w="5000" w:type="pct"/>
            <w:gridSpan w:val="2"/>
          </w:tcPr>
          <w:p w:rsidR="00667BB7" w:rsidRDefault="00667BB7" w:rsidP="00667BB7">
            <w:pPr>
              <w:spacing w:line="200" w:lineRule="exact"/>
              <w:ind w:right="-138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Abstract</w:t>
            </w:r>
          </w:p>
          <w:p w:rsidR="009A5AD4" w:rsidRPr="00B716FD" w:rsidRDefault="009A5AD4" w:rsidP="00667BB7">
            <w:pPr>
              <w:spacing w:line="200" w:lineRule="exact"/>
              <w:ind w:right="-138"/>
              <w:rPr>
                <w:rFonts w:ascii="Times New Roman" w:hAnsi="Times New Roman"/>
                <w:sz w:val="20"/>
              </w:rPr>
            </w:pPr>
          </w:p>
          <w:p w:rsidR="009A5AD4" w:rsidRPr="00B716FD" w:rsidRDefault="009A5AD4" w:rsidP="00667BB7">
            <w:pPr>
              <w:spacing w:line="200" w:lineRule="exact"/>
              <w:ind w:right="-138"/>
              <w:rPr>
                <w:rFonts w:ascii="Times New Roman" w:hAnsi="Times New Roman"/>
                <w:sz w:val="20"/>
              </w:rPr>
            </w:pPr>
          </w:p>
        </w:tc>
      </w:tr>
    </w:tbl>
    <w:p w:rsidR="00415402" w:rsidRPr="00856635" w:rsidRDefault="00415402" w:rsidP="001B0E75">
      <w:pPr>
        <w:spacing w:line="0" w:lineRule="atLeast"/>
        <w:rPr>
          <w:rFonts w:ascii="ＭＳ ゴシック" w:eastAsia="ＭＳ ゴシック"/>
          <w:sz w:val="21"/>
          <w:szCs w:val="21"/>
        </w:rPr>
      </w:pPr>
    </w:p>
    <w:p w:rsidR="00C917E1" w:rsidRPr="00856635" w:rsidRDefault="00AE3FFB" w:rsidP="00C917E1">
      <w:pPr>
        <w:spacing w:line="240" w:lineRule="exact"/>
        <w:rPr>
          <w:rFonts w:ascii="Times New Roman" w:eastAsia="ＭＳ ゴシック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6</w:t>
      </w:r>
      <w:r w:rsidR="00BA523F" w:rsidRPr="00856635">
        <w:rPr>
          <w:rFonts w:ascii="Times New Roman" w:hAnsi="Times New Roman"/>
          <w:b/>
          <w:sz w:val="24"/>
          <w:szCs w:val="24"/>
        </w:rPr>
        <w:t xml:space="preserve">. </w:t>
      </w:r>
      <w:r w:rsidR="00C917E1" w:rsidRPr="00856635">
        <w:rPr>
          <w:rFonts w:ascii="Times New Roman" w:eastAsia="ＭＳ ゴシック" w:hAnsi="Times New Roman" w:hint="eastAsia"/>
          <w:b/>
          <w:sz w:val="24"/>
          <w:szCs w:val="24"/>
        </w:rPr>
        <w:t>R</w:t>
      </w:r>
      <w:r w:rsidR="00C917E1" w:rsidRPr="00856635">
        <w:rPr>
          <w:rFonts w:ascii="Times New Roman" w:eastAsia="ＭＳ ゴシック" w:hAnsi="Times New Roman"/>
          <w:b/>
          <w:sz w:val="24"/>
          <w:szCs w:val="24"/>
        </w:rPr>
        <w:t xml:space="preserve">esearch </w:t>
      </w:r>
      <w:r w:rsidR="00C917E1" w:rsidRPr="00856635">
        <w:rPr>
          <w:rFonts w:ascii="Times New Roman" w:eastAsia="ＭＳ ゴシック" w:hAnsi="Times New Roman" w:hint="eastAsia"/>
          <w:b/>
          <w:sz w:val="24"/>
          <w:szCs w:val="24"/>
        </w:rPr>
        <w:t>A</w:t>
      </w:r>
      <w:r w:rsidR="00C917E1" w:rsidRPr="00856635">
        <w:rPr>
          <w:rFonts w:ascii="Times New Roman" w:eastAsia="ＭＳ ゴシック" w:hAnsi="Times New Roman"/>
          <w:b/>
          <w:sz w:val="24"/>
          <w:szCs w:val="24"/>
        </w:rPr>
        <w:t>ctivities</w:t>
      </w:r>
      <w:r w:rsidR="00C917E1" w:rsidRPr="00856635">
        <w:rPr>
          <w:rFonts w:ascii="Times New Roman" w:eastAsia="ＭＳ ゴシック" w:hAnsi="Times New Roman" w:hint="eastAsia"/>
          <w:b/>
          <w:sz w:val="24"/>
          <w:szCs w:val="24"/>
        </w:rPr>
        <w:t xml:space="preserve"> Conducted</w:t>
      </w:r>
      <w:r w:rsidR="00C917E1" w:rsidRPr="00856635">
        <w:rPr>
          <w:rFonts w:ascii="Times New Roman" w:eastAsia="ＭＳ ゴシック" w:hAnsi="Times New Roman"/>
          <w:b/>
          <w:sz w:val="24"/>
          <w:szCs w:val="24"/>
        </w:rPr>
        <w:t xml:space="preserve"> in English</w:t>
      </w:r>
    </w:p>
    <w:p w:rsidR="00856635" w:rsidRPr="00C917E1" w:rsidRDefault="00C917E1" w:rsidP="00C917E1">
      <w:pPr>
        <w:spacing w:line="0" w:lineRule="atLeast"/>
        <w:rPr>
          <w:rFonts w:ascii="Times New Roman" w:hAnsi="Times New Roman"/>
          <w:b/>
          <w:sz w:val="24"/>
          <w:szCs w:val="24"/>
        </w:rPr>
      </w:pPr>
      <w:r w:rsidRPr="003233A0">
        <w:rPr>
          <w:rFonts w:ascii="Times New Roman" w:hAnsi="Times New Roman"/>
          <w:sz w:val="16"/>
          <w:szCs w:val="16"/>
        </w:rPr>
        <w:t xml:space="preserve"> </w:t>
      </w:r>
      <w:r w:rsidRPr="003233A0">
        <w:rPr>
          <w:rFonts w:ascii="Times New Roman" w:hAnsi="Arial"/>
        </w:rPr>
        <w:t xml:space="preserve">　</w:t>
      </w:r>
      <w:r w:rsidRPr="00C917E1">
        <w:rPr>
          <w:rFonts w:ascii="Times New Roman" w:hAnsi="Times New Roman"/>
          <w:spacing w:val="2"/>
          <w:sz w:val="20"/>
          <w:szCs w:val="20"/>
        </w:rPr>
        <w:t xml:space="preserve">Experience </w:t>
      </w:r>
      <w:r w:rsidRPr="00C917E1">
        <w:rPr>
          <w:rFonts w:ascii="Times New Roman" w:hAnsi="Times New Roman" w:hint="eastAsia"/>
          <w:spacing w:val="2"/>
          <w:sz w:val="20"/>
          <w:szCs w:val="20"/>
        </w:rPr>
        <w:t>in</w:t>
      </w:r>
      <w:r w:rsidRPr="00C917E1">
        <w:rPr>
          <w:rFonts w:ascii="Times New Roman" w:hAnsi="Times New Roman"/>
          <w:spacing w:val="2"/>
          <w:sz w:val="20"/>
          <w:szCs w:val="20"/>
        </w:rPr>
        <w:t xml:space="preserve"> overseas education/research and </w:t>
      </w:r>
      <w:r w:rsidRPr="00C917E1">
        <w:rPr>
          <w:rFonts w:ascii="Times New Roman" w:hAnsi="Times New Roman" w:hint="eastAsia"/>
          <w:spacing w:val="2"/>
          <w:sz w:val="20"/>
          <w:szCs w:val="20"/>
        </w:rPr>
        <w:t>participation in</w:t>
      </w:r>
      <w:r w:rsidRPr="00C917E1">
        <w:rPr>
          <w:rFonts w:ascii="Times New Roman" w:hAnsi="Times New Roman"/>
          <w:spacing w:val="2"/>
          <w:sz w:val="20"/>
          <w:szCs w:val="20"/>
        </w:rPr>
        <w:t xml:space="preserve"> international conference</w:t>
      </w:r>
      <w:r w:rsidRPr="00C917E1">
        <w:rPr>
          <w:rFonts w:ascii="Times New Roman" w:hAnsi="Times New Roman" w:hint="eastAsia"/>
          <w:spacing w:val="2"/>
          <w:sz w:val="20"/>
          <w:szCs w:val="20"/>
        </w:rPr>
        <w:t>s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923"/>
      </w:tblGrid>
      <w:tr w:rsidR="00B81AA1" w:rsidRPr="003233A0" w:rsidTr="00C917E1">
        <w:trPr>
          <w:trHeight w:val="7559"/>
        </w:trPr>
        <w:tc>
          <w:tcPr>
            <w:tcW w:w="9923" w:type="dxa"/>
            <w:tcBorders>
              <w:bottom w:val="single" w:sz="12" w:space="0" w:color="auto"/>
            </w:tcBorders>
          </w:tcPr>
          <w:p w:rsidR="009A5AD4" w:rsidRPr="00B716FD" w:rsidRDefault="009A5AD4" w:rsidP="005755B9">
            <w:pPr>
              <w:spacing w:line="20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917E1" w:rsidRDefault="00C917E1" w:rsidP="00C917E1">
      <w:pPr>
        <w:spacing w:line="240" w:lineRule="exact"/>
        <w:rPr>
          <w:rFonts w:ascii="Times New Roman" w:eastAsia="ＭＳ ゴシック" w:hAnsi="Times New Roman"/>
          <w:b/>
          <w:sz w:val="24"/>
          <w:szCs w:val="24"/>
        </w:rPr>
      </w:pPr>
    </w:p>
    <w:p w:rsidR="00C917E1" w:rsidRPr="00C917E1" w:rsidRDefault="00AE3FFB" w:rsidP="00C917E1">
      <w:pPr>
        <w:spacing w:line="240" w:lineRule="exact"/>
        <w:rPr>
          <w:rFonts w:ascii="Times New Roman" w:hAnsi="Times New Roman"/>
          <w:spacing w:val="2"/>
          <w:sz w:val="20"/>
          <w:szCs w:val="20"/>
        </w:rPr>
      </w:pPr>
      <w:r>
        <w:rPr>
          <w:rFonts w:ascii="Times New Roman" w:eastAsia="ＭＳ ゴシック" w:hAnsi="Times New Roman" w:hint="eastAsia"/>
          <w:b/>
          <w:sz w:val="24"/>
          <w:szCs w:val="24"/>
        </w:rPr>
        <w:lastRenderedPageBreak/>
        <w:t>7</w:t>
      </w:r>
      <w:r w:rsidR="001B0E75" w:rsidRPr="00856635">
        <w:rPr>
          <w:rFonts w:ascii="Times New Roman" w:eastAsia="ＭＳ ゴシック" w:hAnsi="Times New Roman"/>
          <w:b/>
          <w:sz w:val="24"/>
          <w:szCs w:val="24"/>
        </w:rPr>
        <w:t xml:space="preserve">. </w:t>
      </w:r>
      <w:proofErr w:type="gramStart"/>
      <w:r w:rsidR="00C917E1" w:rsidRPr="00856635">
        <w:rPr>
          <w:rFonts w:ascii="Times New Roman" w:hAnsi="Times New Roman"/>
          <w:b/>
          <w:sz w:val="24"/>
          <w:szCs w:val="24"/>
        </w:rPr>
        <w:t>Past</w:t>
      </w:r>
      <w:proofErr w:type="gramEnd"/>
      <w:r w:rsidR="00C917E1" w:rsidRPr="00856635">
        <w:rPr>
          <w:rFonts w:ascii="Times New Roman" w:hAnsi="Times New Roman"/>
          <w:b/>
          <w:sz w:val="24"/>
          <w:szCs w:val="24"/>
        </w:rPr>
        <w:t xml:space="preserve"> </w:t>
      </w:r>
      <w:r w:rsidR="00C917E1" w:rsidRPr="00856635">
        <w:rPr>
          <w:rFonts w:ascii="Times New Roman" w:hAnsi="Times New Roman" w:hint="eastAsia"/>
          <w:b/>
          <w:kern w:val="0"/>
          <w:sz w:val="24"/>
          <w:szCs w:val="24"/>
        </w:rPr>
        <w:t>s</w:t>
      </w:r>
      <w:r w:rsidR="00C917E1" w:rsidRPr="00856635">
        <w:rPr>
          <w:rFonts w:ascii="Times New Roman" w:hAnsi="Times New Roman"/>
          <w:b/>
          <w:kern w:val="0"/>
          <w:sz w:val="24"/>
          <w:szCs w:val="24"/>
        </w:rPr>
        <w:t xml:space="preserve">cholarly </w:t>
      </w:r>
      <w:r w:rsidR="00C917E1" w:rsidRPr="00856635">
        <w:rPr>
          <w:rFonts w:ascii="Times New Roman" w:hAnsi="Times New Roman" w:hint="eastAsia"/>
          <w:b/>
          <w:kern w:val="0"/>
          <w:sz w:val="24"/>
          <w:szCs w:val="24"/>
        </w:rPr>
        <w:t>A</w:t>
      </w:r>
      <w:r w:rsidR="00C917E1" w:rsidRPr="00856635">
        <w:rPr>
          <w:rFonts w:ascii="Times New Roman" w:hAnsi="Times New Roman"/>
          <w:b/>
          <w:kern w:val="0"/>
          <w:sz w:val="24"/>
          <w:szCs w:val="24"/>
        </w:rPr>
        <w:t>chievements</w:t>
      </w:r>
      <w:r w:rsidR="00C917E1" w:rsidRPr="00856635">
        <w:rPr>
          <w:rFonts w:ascii="Times New Roman" w:hAnsi="Times New Roman" w:hint="eastAsia"/>
          <w:sz w:val="24"/>
          <w:szCs w:val="24"/>
        </w:rPr>
        <w:t xml:space="preserve"> </w:t>
      </w:r>
    </w:p>
    <w:p w:rsidR="00365755" w:rsidRPr="00C917E1" w:rsidRDefault="00C917E1" w:rsidP="00C917E1">
      <w:pPr>
        <w:spacing w:line="200" w:lineRule="exact"/>
        <w:rPr>
          <w:rFonts w:ascii="Times New Roman" w:hAnsi="Times New Roman"/>
          <w:spacing w:val="2"/>
          <w:sz w:val="20"/>
          <w:szCs w:val="20"/>
        </w:rPr>
      </w:pPr>
      <w:r w:rsidRPr="00856635">
        <w:rPr>
          <w:rFonts w:ascii="Times New Roman" w:hAnsi="Times New Roman"/>
          <w:sz w:val="21"/>
          <w:szCs w:val="21"/>
        </w:rPr>
        <w:t>The applicant should fill in the selected research papers/articles, books, industrial property rights</w:t>
      </w:r>
      <w:r>
        <w:rPr>
          <w:rFonts w:ascii="Times New Roman" w:hAnsi="Times New Roman" w:hint="eastAsia"/>
          <w:sz w:val="21"/>
          <w:szCs w:val="21"/>
        </w:rPr>
        <w:t xml:space="preserve">, </w:t>
      </w:r>
      <w:r w:rsidRPr="00856635">
        <w:rPr>
          <w:rFonts w:ascii="Times New Roman" w:hAnsi="Times New Roman"/>
          <w:sz w:val="21"/>
          <w:szCs w:val="21"/>
        </w:rPr>
        <w:t>oral/poster presentations at academic conferences</w:t>
      </w:r>
      <w:r>
        <w:rPr>
          <w:rFonts w:ascii="Times New Roman" w:hAnsi="Times New Roman" w:hint="eastAsia"/>
          <w:sz w:val="21"/>
          <w:szCs w:val="21"/>
        </w:rPr>
        <w:t xml:space="preserve"> and awards</w:t>
      </w:r>
      <w:r w:rsidRPr="00856635">
        <w:rPr>
          <w:rFonts w:ascii="Times New Roman" w:hAnsi="Times New Roman"/>
          <w:sz w:val="21"/>
          <w:szCs w:val="21"/>
        </w:rPr>
        <w:t>. Forthcoming research papers/articles in academic journals may be included, only if they have been accepted for publication.</w:t>
      </w:r>
    </w:p>
    <w:tbl>
      <w:tblPr>
        <w:tblW w:w="9861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9861"/>
      </w:tblGrid>
      <w:tr w:rsidR="00432EAA" w:rsidRPr="00094CCD" w:rsidTr="00C917E1">
        <w:trPr>
          <w:trHeight w:val="12033"/>
        </w:trPr>
        <w:tc>
          <w:tcPr>
            <w:tcW w:w="98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E1AEA" w:rsidRPr="00B716FD" w:rsidRDefault="009E1AEA" w:rsidP="000810BB">
            <w:pPr>
              <w:rPr>
                <w:sz w:val="20"/>
              </w:rPr>
            </w:pPr>
          </w:p>
        </w:tc>
      </w:tr>
    </w:tbl>
    <w:p w:rsidR="003F0D59" w:rsidRDefault="003F0D59" w:rsidP="00B81AA1">
      <w:pPr>
        <w:spacing w:line="160" w:lineRule="exact"/>
        <w:rPr>
          <w:sz w:val="16"/>
          <w:szCs w:val="16"/>
          <w:u w:val="single"/>
        </w:rPr>
      </w:pPr>
    </w:p>
    <w:p w:rsidR="00856635" w:rsidRDefault="00856635" w:rsidP="00856635">
      <w:pPr>
        <w:spacing w:line="220" w:lineRule="exact"/>
        <w:rPr>
          <w:sz w:val="16"/>
          <w:szCs w:val="16"/>
          <w:u w:val="single"/>
        </w:rPr>
      </w:pPr>
    </w:p>
    <w:p w:rsidR="00856635" w:rsidRPr="00856635" w:rsidRDefault="00AE3FFB" w:rsidP="00856635">
      <w:pPr>
        <w:spacing w:line="22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hint="eastAsia"/>
          <w:b/>
          <w:sz w:val="24"/>
          <w:szCs w:val="24"/>
        </w:rPr>
        <w:t>8</w:t>
      </w:r>
      <w:r w:rsidR="00856635" w:rsidRPr="00856635">
        <w:rPr>
          <w:rFonts w:ascii="Times New Roman" w:hAnsi="Times New Roman"/>
          <w:b/>
          <w:sz w:val="24"/>
          <w:szCs w:val="24"/>
        </w:rPr>
        <w:t>. Signature of Applicant</w:t>
      </w:r>
    </w:p>
    <w:p w:rsidR="00856635" w:rsidRDefault="00856635" w:rsidP="00856635">
      <w:pPr>
        <w:spacing w:line="276" w:lineRule="auto"/>
        <w:rPr>
          <w:sz w:val="21"/>
          <w:szCs w:val="21"/>
        </w:rPr>
      </w:pPr>
    </w:p>
    <w:p w:rsidR="00856635" w:rsidRPr="0091787A" w:rsidRDefault="00856635" w:rsidP="00856635">
      <w:pPr>
        <w:spacing w:line="276" w:lineRule="auto"/>
        <w:rPr>
          <w:sz w:val="21"/>
          <w:szCs w:val="21"/>
        </w:rPr>
      </w:pPr>
      <w:r w:rsidRPr="00016BE4">
        <w:rPr>
          <w:rFonts w:ascii="Times New Roman" w:hAnsi="Times New Roman"/>
          <w:sz w:val="21"/>
          <w:szCs w:val="21"/>
        </w:rPr>
        <w:t>Date</w:t>
      </w:r>
      <w:r>
        <w:rPr>
          <w:rFonts w:ascii="Times New Roman" w:hAnsi="Times New Roman" w:hint="eastAsia"/>
          <w:sz w:val="21"/>
          <w:szCs w:val="21"/>
        </w:rPr>
        <w:t xml:space="preserve">　</w:t>
      </w:r>
      <w:r w:rsidRPr="0091787A">
        <w:rPr>
          <w:rFonts w:ascii="Times New Roman" w:hAnsi="Times New Roman" w:hint="eastAsia"/>
          <w:sz w:val="21"/>
          <w:szCs w:val="21"/>
        </w:rPr>
        <w:t xml:space="preserve">                                 </w:t>
      </w:r>
      <w:r w:rsidRPr="0091787A">
        <w:rPr>
          <w:rFonts w:ascii="Times New Roman" w:hAnsi="Times New Roman" w:hint="eastAsia"/>
          <w:sz w:val="21"/>
          <w:szCs w:val="21"/>
        </w:rPr>
        <w:t xml:space="preserve">　</w:t>
      </w:r>
      <w:r>
        <w:rPr>
          <w:rFonts w:ascii="Times New Roman" w:hAnsi="Times New Roman"/>
          <w:sz w:val="21"/>
          <w:szCs w:val="21"/>
        </w:rPr>
        <w:t xml:space="preserve">Signature of </w:t>
      </w:r>
      <w:r>
        <w:rPr>
          <w:rFonts w:ascii="Times New Roman" w:hAnsi="Times New Roman" w:hint="eastAsia"/>
          <w:sz w:val="21"/>
          <w:szCs w:val="21"/>
        </w:rPr>
        <w:t>A</w:t>
      </w:r>
      <w:r w:rsidRPr="00016BE4">
        <w:rPr>
          <w:rFonts w:ascii="Times New Roman" w:hAnsi="Times New Roman"/>
          <w:sz w:val="21"/>
          <w:szCs w:val="21"/>
        </w:rPr>
        <w:t>pplicant</w:t>
      </w:r>
      <w:r>
        <w:rPr>
          <w:rFonts w:ascii="Times New Roman" w:hAnsi="Times New Roman" w:hint="eastAsia"/>
          <w:sz w:val="21"/>
          <w:szCs w:val="21"/>
        </w:rPr>
        <w:t xml:space="preserve">  </w:t>
      </w:r>
    </w:p>
    <w:p w:rsidR="00856635" w:rsidRPr="0091787A" w:rsidRDefault="00856635" w:rsidP="00856635">
      <w:pPr>
        <w:spacing w:line="276" w:lineRule="auto"/>
        <w:rPr>
          <w:sz w:val="20"/>
          <w:szCs w:val="20"/>
          <w:u w:val="single"/>
        </w:rPr>
      </w:pPr>
      <w:r>
        <w:rPr>
          <w:rFonts w:hint="eastAsia"/>
          <w:sz w:val="21"/>
          <w:szCs w:val="21"/>
        </w:rPr>
        <w:t xml:space="preserve">     </w:t>
      </w:r>
      <w:r w:rsidRPr="0091787A">
        <w:rPr>
          <w:rFonts w:hint="eastAsia"/>
          <w:sz w:val="21"/>
          <w:szCs w:val="21"/>
          <w:u w:val="single"/>
        </w:rPr>
        <w:t xml:space="preserve">                                  </w:t>
      </w:r>
      <w:r w:rsidRPr="0091787A">
        <w:rPr>
          <w:rFonts w:hint="eastAsia"/>
          <w:sz w:val="21"/>
          <w:szCs w:val="21"/>
        </w:rPr>
        <w:t xml:space="preserve">                   </w:t>
      </w:r>
      <w:r>
        <w:rPr>
          <w:rFonts w:hint="eastAsia"/>
          <w:sz w:val="21"/>
          <w:szCs w:val="21"/>
        </w:rPr>
        <w:t xml:space="preserve">   </w:t>
      </w:r>
      <w:r w:rsidRPr="0091787A">
        <w:rPr>
          <w:rFonts w:hint="eastAsia"/>
          <w:sz w:val="21"/>
          <w:szCs w:val="21"/>
          <w:u w:val="single"/>
        </w:rPr>
        <w:t xml:space="preserve">                                    </w:t>
      </w:r>
      <w:r>
        <w:rPr>
          <w:rFonts w:hint="eastAsia"/>
          <w:sz w:val="21"/>
          <w:szCs w:val="21"/>
          <w:u w:val="single"/>
        </w:rPr>
        <w:t xml:space="preserve"> </w:t>
      </w:r>
    </w:p>
    <w:p w:rsidR="003F0D59" w:rsidRPr="00094CCD" w:rsidRDefault="003F0D59" w:rsidP="00F41429">
      <w:pPr>
        <w:spacing w:line="220" w:lineRule="exact"/>
        <w:rPr>
          <w:sz w:val="20"/>
          <w:szCs w:val="20"/>
          <w:u w:val="single"/>
          <w:lang w:eastAsia="zh-TW"/>
        </w:rPr>
      </w:pPr>
    </w:p>
    <w:sectPr w:rsidR="003F0D59" w:rsidRPr="00094CCD" w:rsidSect="007E3B72">
      <w:headerReference w:type="default" r:id="rId9"/>
      <w:footerReference w:type="even" r:id="rId10"/>
      <w:footerReference w:type="default" r:id="rId11"/>
      <w:pgSz w:w="11906" w:h="16838" w:code="9"/>
      <w:pgMar w:top="851" w:right="1021" w:bottom="851" w:left="1021" w:header="454" w:footer="454" w:gutter="0"/>
      <w:pgNumType w:fmt="numberInDash" w:start="1"/>
      <w:cols w:space="425"/>
      <w:docGrid w:type="linesAndChars" w:linePitch="310" w:charSpace="-14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59" w:rsidRDefault="00857D59">
      <w:r>
        <w:separator/>
      </w:r>
    </w:p>
  </w:endnote>
  <w:endnote w:type="continuationSeparator" w:id="0">
    <w:p w:rsidR="00857D59" w:rsidRDefault="00857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Default="00857D59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57D59" w:rsidRDefault="00857D5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Pr="00CE1CC7" w:rsidRDefault="00857D59" w:rsidP="00D72247">
    <w:pPr>
      <w:pStyle w:val="a9"/>
      <w:framePr w:wrap="around" w:vAnchor="text" w:hAnchor="page" w:x="5506" w:y="230"/>
      <w:rPr>
        <w:rStyle w:val="ab"/>
        <w:rFonts w:ascii="Times New Roman" w:hAnsi="Times New Roman"/>
        <w:sz w:val="21"/>
        <w:szCs w:val="21"/>
      </w:rPr>
    </w:pPr>
    <w:r w:rsidRPr="00CE1CC7">
      <w:rPr>
        <w:rStyle w:val="ab"/>
        <w:rFonts w:ascii="Times New Roman" w:hAnsi="Times New Roman"/>
        <w:sz w:val="21"/>
        <w:szCs w:val="21"/>
      </w:rPr>
      <w:fldChar w:fldCharType="begin"/>
    </w:r>
    <w:r w:rsidRPr="00CE1CC7">
      <w:rPr>
        <w:rStyle w:val="ab"/>
        <w:rFonts w:ascii="Times New Roman" w:hAnsi="Times New Roman"/>
        <w:sz w:val="21"/>
        <w:szCs w:val="21"/>
      </w:rPr>
      <w:instrText xml:space="preserve">PAGE  </w:instrText>
    </w:r>
    <w:r w:rsidRPr="00CE1CC7">
      <w:rPr>
        <w:rStyle w:val="ab"/>
        <w:rFonts w:ascii="Times New Roman" w:hAnsi="Times New Roman"/>
        <w:sz w:val="21"/>
        <w:szCs w:val="21"/>
      </w:rPr>
      <w:fldChar w:fldCharType="separate"/>
    </w:r>
    <w:r w:rsidR="00D94B5E">
      <w:rPr>
        <w:rStyle w:val="ab"/>
        <w:rFonts w:ascii="Times New Roman" w:hAnsi="Times New Roman"/>
        <w:noProof/>
        <w:sz w:val="21"/>
        <w:szCs w:val="21"/>
      </w:rPr>
      <w:t>- 1 -</w:t>
    </w:r>
    <w:r w:rsidRPr="00CE1CC7">
      <w:rPr>
        <w:rStyle w:val="ab"/>
        <w:rFonts w:ascii="Times New Roman" w:hAnsi="Times New Roman"/>
        <w:sz w:val="21"/>
        <w:szCs w:val="21"/>
      </w:rPr>
      <w:fldChar w:fldCharType="end"/>
    </w:r>
  </w:p>
  <w:p w:rsidR="00857D59" w:rsidRPr="00D72247" w:rsidRDefault="00857D59" w:rsidP="00D72247">
    <w:pPr>
      <w:wordWrap w:val="0"/>
      <w:spacing w:line="360" w:lineRule="auto"/>
      <w:ind w:firstLineChars="2481" w:firstLine="4466"/>
      <w:jc w:val="right"/>
      <w:rPr>
        <w:rFonts w:ascii="Times New Roman" w:hAnsi="Times New Roman"/>
        <w:sz w:val="20"/>
        <w:szCs w:val="20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1F893E7" wp14:editId="784EC9C6">
              <wp:simplePos x="0" y="0"/>
              <wp:positionH relativeFrom="column">
                <wp:posOffset>-336550</wp:posOffset>
              </wp:positionH>
              <wp:positionV relativeFrom="paragraph">
                <wp:posOffset>3175</wp:posOffset>
              </wp:positionV>
              <wp:extent cx="2021840" cy="3028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21840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7D59" w:rsidRDefault="00857D59" w:rsidP="00856635">
                          <w:pPr>
                            <w:jc w:val="left"/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>*</w:t>
                          </w:r>
                          <w:r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 xml:space="preserve">Be sure NOT to alter </w:t>
                          </w:r>
                          <w:r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 xml:space="preserve">the </w:t>
                          </w:r>
                          <w:r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>size o</w:t>
                          </w:r>
                          <w:r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 xml:space="preserve">r </w:t>
                          </w:r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 xml:space="preserve">format </w:t>
                          </w:r>
                        </w:p>
                        <w:p w:rsidR="00857D59" w:rsidRPr="00905E11" w:rsidRDefault="00857D59" w:rsidP="00856635">
                          <w:pPr>
                            <w:jc w:val="left"/>
                            <w:rPr>
                              <w:sz w:val="16"/>
                              <w:szCs w:val="16"/>
                            </w:rPr>
                          </w:pPr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>(</w:t>
                          </w:r>
                          <w:proofErr w:type="gramStart"/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>except</w:t>
                          </w:r>
                          <w:proofErr w:type="gramEnd"/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 xml:space="preserve">for the </w:t>
                          </w:r>
                          <w:r w:rsidRPr="00905E11"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 xml:space="preserve">size and </w:t>
                          </w:r>
                          <w:r>
                            <w:rPr>
                              <w:rFonts w:ascii="Times New Roman" w:eastAsia="ＭＳ ゴシック" w:hAnsi="Times New Roman"/>
                              <w:sz w:val="16"/>
                              <w:szCs w:val="16"/>
                            </w:rPr>
                            <w:t>font of characters)</w:t>
                          </w:r>
                          <w:r>
                            <w:rPr>
                              <w:rFonts w:ascii="Times New Roman" w:eastAsia="ＭＳ ゴシック" w:hAnsi="Times New Roman" w:hint="eastAsia"/>
                              <w:sz w:val="16"/>
                              <w:szCs w:val="16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26.5pt;margin-top:.25pt;width:159.2pt;height:23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" filled="f" stroked="f">
              <v:textbox inset="5.85pt,.7pt,5.85pt,.7pt">
                <w:txbxContent>
                  <w:p w:rsidR="00E86CE4" w:rsidRDefault="00E86CE4" w:rsidP="00856635">
                    <w:pPr>
                      <w:jc w:val="left"/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</w:pPr>
                    <w:r w:rsidRPr="00905E11"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>*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Be sure NOT to alter 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the 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size o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r </w:t>
                    </w: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format </w:t>
                    </w:r>
                  </w:p>
                  <w:p w:rsidR="00E86CE4" w:rsidRPr="00905E11" w:rsidRDefault="00E86CE4" w:rsidP="00856635">
                    <w:pPr>
                      <w:jc w:val="left"/>
                      <w:rPr>
                        <w:sz w:val="16"/>
                        <w:szCs w:val="16"/>
                      </w:rPr>
                    </w:pP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(</w:t>
                    </w:r>
                    <w:proofErr w:type="gramStart"/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except</w:t>
                    </w:r>
                    <w:proofErr w:type="gramEnd"/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 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 xml:space="preserve">for the </w:t>
                    </w:r>
                    <w:r w:rsidRPr="00905E11"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 xml:space="preserve">size and </w:t>
                    </w:r>
                    <w:r>
                      <w:rPr>
                        <w:rFonts w:ascii="Times New Roman" w:eastAsia="ＭＳ ゴシック" w:hAnsi="Times New Roman"/>
                        <w:sz w:val="16"/>
                        <w:szCs w:val="16"/>
                      </w:rPr>
                      <w:t>font of characters)</w:t>
                    </w:r>
                    <w:r>
                      <w:rPr>
                        <w:rFonts w:ascii="Times New Roman" w:eastAsia="ＭＳ ゴシック" w:hAnsi="Times New Roman" w:hint="eastAsia"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 w:hint="eastAsia"/>
        <w:sz w:val="20"/>
        <w:szCs w:val="20"/>
        <w:u w:val="single"/>
      </w:rPr>
      <w:t xml:space="preserve">Name of Applicant: </w:t>
    </w:r>
    <w:r>
      <w:rPr>
        <w:rFonts w:ascii="Times New Roman" w:hAnsi="Times New Roman"/>
        <w:sz w:val="20"/>
        <w:szCs w:val="20"/>
        <w:u w:val="single"/>
      </w:rPr>
      <w:t xml:space="preserve"> </w:t>
    </w:r>
    <w:r>
      <w:rPr>
        <w:rFonts w:ascii="Times New Roman" w:hAnsi="Times New Roman" w:hint="eastAsia"/>
        <w:sz w:val="20"/>
        <w:szCs w:val="20"/>
        <w:u w:val="single"/>
      </w:rPr>
      <w:t xml:space="preserve">   </w:t>
    </w:r>
    <w:r w:rsidRPr="003233A0">
      <w:rPr>
        <w:rFonts w:ascii="Times New Roman" w:hAnsi="Times New Roman"/>
        <w:sz w:val="20"/>
        <w:szCs w:val="20"/>
        <w:u w:val="single"/>
      </w:rPr>
      <w:t xml:space="preserve"> </w:t>
    </w:r>
    <w:r w:rsidRPr="003233A0">
      <w:rPr>
        <w:rFonts w:ascii="Times New Roman" w:hAnsi="Times New Roman"/>
        <w:sz w:val="20"/>
        <w:szCs w:val="20"/>
        <w:u w:val="single"/>
        <w:lang w:eastAsia="zh-TW"/>
      </w:rPr>
      <w:t xml:space="preserve">　</w:t>
    </w:r>
    <w:r>
      <w:rPr>
        <w:rFonts w:hint="eastAsia"/>
        <w:sz w:val="20"/>
        <w:szCs w:val="20"/>
        <w:u w:val="single"/>
        <w:lang w:eastAsia="zh-TW"/>
      </w:rPr>
      <w:t xml:space="preserve">　　　　　　　　　　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59" w:rsidRDefault="00857D59">
      <w:r>
        <w:separator/>
      </w:r>
    </w:p>
  </w:footnote>
  <w:footnote w:type="continuationSeparator" w:id="0">
    <w:p w:rsidR="00857D59" w:rsidRDefault="00857D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59" w:rsidRPr="00D72247" w:rsidRDefault="00857D59" w:rsidP="00D72247">
    <w:pPr>
      <w:pStyle w:val="a7"/>
      <w:rPr>
        <w:rFonts w:ascii="Times New Roman" w:hAnsi="Times New Roman"/>
      </w:rPr>
    </w:pPr>
    <w:r>
      <w:rPr>
        <w:rFonts w:hint="eastAsia"/>
      </w:rPr>
      <w:t xml:space="preserve">                                                                                                      </w:t>
    </w:r>
    <w:r w:rsidRPr="00484DAB">
      <w:rPr>
        <w:rFonts w:ascii="Times New Roman" w:hAnsi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678F9D8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94ECC1B2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583E963C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721055D6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5C1E4164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FE02734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05865566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51C0ADD2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645219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5E36B08E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679B7430"/>
    <w:multiLevelType w:val="hybridMultilevel"/>
    <w:tmpl w:val="78EED31E"/>
    <w:lvl w:ilvl="0" w:tplc="6BD076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11">
    <w:nsid w:val="77217C22"/>
    <w:multiLevelType w:val="hybridMultilevel"/>
    <w:tmpl w:val="CF28C2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1"/>
  <w:drawingGridHorizontalSpacing w:val="173"/>
  <w:drawingGridVerticalSpacing w:val="15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EF4"/>
    <w:rsid w:val="00024D85"/>
    <w:rsid w:val="00024EC8"/>
    <w:rsid w:val="00043D49"/>
    <w:rsid w:val="00044456"/>
    <w:rsid w:val="000448F3"/>
    <w:rsid w:val="00047162"/>
    <w:rsid w:val="0007664D"/>
    <w:rsid w:val="000810BB"/>
    <w:rsid w:val="00094CCD"/>
    <w:rsid w:val="0009581F"/>
    <w:rsid w:val="00095CD4"/>
    <w:rsid w:val="000C4088"/>
    <w:rsid w:val="000E6237"/>
    <w:rsid w:val="000F654F"/>
    <w:rsid w:val="00122789"/>
    <w:rsid w:val="001234A6"/>
    <w:rsid w:val="00123600"/>
    <w:rsid w:val="00131B9A"/>
    <w:rsid w:val="00142ACE"/>
    <w:rsid w:val="00144A8B"/>
    <w:rsid w:val="00145AD7"/>
    <w:rsid w:val="00151661"/>
    <w:rsid w:val="0015219A"/>
    <w:rsid w:val="00153059"/>
    <w:rsid w:val="00160202"/>
    <w:rsid w:val="00167313"/>
    <w:rsid w:val="0017257C"/>
    <w:rsid w:val="001727FE"/>
    <w:rsid w:val="00172F2D"/>
    <w:rsid w:val="00180EE9"/>
    <w:rsid w:val="001930FC"/>
    <w:rsid w:val="001A33D5"/>
    <w:rsid w:val="001A415D"/>
    <w:rsid w:val="001A711F"/>
    <w:rsid w:val="001B0E75"/>
    <w:rsid w:val="001B0FA1"/>
    <w:rsid w:val="001C734B"/>
    <w:rsid w:val="001C7B23"/>
    <w:rsid w:val="001D3641"/>
    <w:rsid w:val="001E3A98"/>
    <w:rsid w:val="00200AAB"/>
    <w:rsid w:val="002043E3"/>
    <w:rsid w:val="00205B39"/>
    <w:rsid w:val="00207A66"/>
    <w:rsid w:val="002166E7"/>
    <w:rsid w:val="00233547"/>
    <w:rsid w:val="002362A6"/>
    <w:rsid w:val="002371C0"/>
    <w:rsid w:val="00237B8F"/>
    <w:rsid w:val="0025472E"/>
    <w:rsid w:val="002752A6"/>
    <w:rsid w:val="00277933"/>
    <w:rsid w:val="00280203"/>
    <w:rsid w:val="002829FB"/>
    <w:rsid w:val="002952D9"/>
    <w:rsid w:val="002A254C"/>
    <w:rsid w:val="002A754E"/>
    <w:rsid w:val="002B448A"/>
    <w:rsid w:val="002B4C7D"/>
    <w:rsid w:val="002C0D31"/>
    <w:rsid w:val="002C514F"/>
    <w:rsid w:val="002D28D5"/>
    <w:rsid w:val="002E591E"/>
    <w:rsid w:val="002E6892"/>
    <w:rsid w:val="002F00BB"/>
    <w:rsid w:val="0030474C"/>
    <w:rsid w:val="00316610"/>
    <w:rsid w:val="00320F1D"/>
    <w:rsid w:val="003233A0"/>
    <w:rsid w:val="003271D3"/>
    <w:rsid w:val="003316A0"/>
    <w:rsid w:val="00335C65"/>
    <w:rsid w:val="003363A5"/>
    <w:rsid w:val="00354314"/>
    <w:rsid w:val="00365755"/>
    <w:rsid w:val="003759A7"/>
    <w:rsid w:val="00381618"/>
    <w:rsid w:val="00384F64"/>
    <w:rsid w:val="0038698C"/>
    <w:rsid w:val="003943C5"/>
    <w:rsid w:val="003A6B4C"/>
    <w:rsid w:val="003B27A7"/>
    <w:rsid w:val="003C293E"/>
    <w:rsid w:val="003D2E50"/>
    <w:rsid w:val="003E312B"/>
    <w:rsid w:val="003E51E8"/>
    <w:rsid w:val="003F0D59"/>
    <w:rsid w:val="00400B9B"/>
    <w:rsid w:val="004125FE"/>
    <w:rsid w:val="00415402"/>
    <w:rsid w:val="0043296F"/>
    <w:rsid w:val="00432EAA"/>
    <w:rsid w:val="004378EC"/>
    <w:rsid w:val="00464E56"/>
    <w:rsid w:val="00473395"/>
    <w:rsid w:val="004849FB"/>
    <w:rsid w:val="00484DAB"/>
    <w:rsid w:val="00496490"/>
    <w:rsid w:val="004C603B"/>
    <w:rsid w:val="004D69E1"/>
    <w:rsid w:val="004E2DC5"/>
    <w:rsid w:val="0050283A"/>
    <w:rsid w:val="0051259C"/>
    <w:rsid w:val="005269ED"/>
    <w:rsid w:val="005413A1"/>
    <w:rsid w:val="00552741"/>
    <w:rsid w:val="005603F6"/>
    <w:rsid w:val="00566181"/>
    <w:rsid w:val="005663B8"/>
    <w:rsid w:val="005720D6"/>
    <w:rsid w:val="00573C3D"/>
    <w:rsid w:val="005755B9"/>
    <w:rsid w:val="00576712"/>
    <w:rsid w:val="00584360"/>
    <w:rsid w:val="00592751"/>
    <w:rsid w:val="005A359B"/>
    <w:rsid w:val="005A4FE3"/>
    <w:rsid w:val="005A69AE"/>
    <w:rsid w:val="005B3202"/>
    <w:rsid w:val="005C2643"/>
    <w:rsid w:val="005D2A61"/>
    <w:rsid w:val="005E4C35"/>
    <w:rsid w:val="005F2594"/>
    <w:rsid w:val="005F6777"/>
    <w:rsid w:val="006010B4"/>
    <w:rsid w:val="00605880"/>
    <w:rsid w:val="00622D6A"/>
    <w:rsid w:val="006305BF"/>
    <w:rsid w:val="00636013"/>
    <w:rsid w:val="006360E1"/>
    <w:rsid w:val="006660CA"/>
    <w:rsid w:val="00667BB7"/>
    <w:rsid w:val="00671171"/>
    <w:rsid w:val="00671FC7"/>
    <w:rsid w:val="00673B74"/>
    <w:rsid w:val="0067443B"/>
    <w:rsid w:val="00681644"/>
    <w:rsid w:val="00681E98"/>
    <w:rsid w:val="00686076"/>
    <w:rsid w:val="00691153"/>
    <w:rsid w:val="006A0387"/>
    <w:rsid w:val="006A19CE"/>
    <w:rsid w:val="006A5CB9"/>
    <w:rsid w:val="006B5A17"/>
    <w:rsid w:val="006C5808"/>
    <w:rsid w:val="006C7655"/>
    <w:rsid w:val="006D11A2"/>
    <w:rsid w:val="006E10DD"/>
    <w:rsid w:val="006E7FEB"/>
    <w:rsid w:val="006F2DBC"/>
    <w:rsid w:val="006F48F5"/>
    <w:rsid w:val="006F7CBA"/>
    <w:rsid w:val="007105EA"/>
    <w:rsid w:val="007111F6"/>
    <w:rsid w:val="0071608D"/>
    <w:rsid w:val="00727F1D"/>
    <w:rsid w:val="007459A7"/>
    <w:rsid w:val="00751818"/>
    <w:rsid w:val="007532DD"/>
    <w:rsid w:val="00755118"/>
    <w:rsid w:val="00772D69"/>
    <w:rsid w:val="00780FD2"/>
    <w:rsid w:val="0079740B"/>
    <w:rsid w:val="007C61B6"/>
    <w:rsid w:val="007D2CB6"/>
    <w:rsid w:val="007D2EF4"/>
    <w:rsid w:val="007E3B72"/>
    <w:rsid w:val="007E5DD9"/>
    <w:rsid w:val="007F6D20"/>
    <w:rsid w:val="00802769"/>
    <w:rsid w:val="00810246"/>
    <w:rsid w:val="0082777F"/>
    <w:rsid w:val="008368C7"/>
    <w:rsid w:val="00836C69"/>
    <w:rsid w:val="008425F5"/>
    <w:rsid w:val="00853676"/>
    <w:rsid w:val="00856635"/>
    <w:rsid w:val="00857D59"/>
    <w:rsid w:val="00865BD4"/>
    <w:rsid w:val="00870E94"/>
    <w:rsid w:val="008744E5"/>
    <w:rsid w:val="00875C9F"/>
    <w:rsid w:val="008906EC"/>
    <w:rsid w:val="008B1887"/>
    <w:rsid w:val="008C03F1"/>
    <w:rsid w:val="008C457D"/>
    <w:rsid w:val="008D76AF"/>
    <w:rsid w:val="008F0142"/>
    <w:rsid w:val="008F3955"/>
    <w:rsid w:val="008F6861"/>
    <w:rsid w:val="0090276B"/>
    <w:rsid w:val="009027FC"/>
    <w:rsid w:val="009071B9"/>
    <w:rsid w:val="00912F06"/>
    <w:rsid w:val="00931982"/>
    <w:rsid w:val="009341B4"/>
    <w:rsid w:val="009353ED"/>
    <w:rsid w:val="0094154D"/>
    <w:rsid w:val="00942DC1"/>
    <w:rsid w:val="009514BF"/>
    <w:rsid w:val="009521A3"/>
    <w:rsid w:val="00952FAB"/>
    <w:rsid w:val="009567EC"/>
    <w:rsid w:val="0096077A"/>
    <w:rsid w:val="009646DD"/>
    <w:rsid w:val="00980A73"/>
    <w:rsid w:val="00985A7D"/>
    <w:rsid w:val="00991B9F"/>
    <w:rsid w:val="00995866"/>
    <w:rsid w:val="009A3A02"/>
    <w:rsid w:val="009A5AD4"/>
    <w:rsid w:val="009C7803"/>
    <w:rsid w:val="009C79E1"/>
    <w:rsid w:val="009D0B5B"/>
    <w:rsid w:val="009D7475"/>
    <w:rsid w:val="009E1AEA"/>
    <w:rsid w:val="009F6825"/>
    <w:rsid w:val="00A23038"/>
    <w:rsid w:val="00A32BB1"/>
    <w:rsid w:val="00A44136"/>
    <w:rsid w:val="00A5424C"/>
    <w:rsid w:val="00A66855"/>
    <w:rsid w:val="00A71F3F"/>
    <w:rsid w:val="00A76BA1"/>
    <w:rsid w:val="00A83F8C"/>
    <w:rsid w:val="00A873AA"/>
    <w:rsid w:val="00AA5C3B"/>
    <w:rsid w:val="00AA6809"/>
    <w:rsid w:val="00AA7274"/>
    <w:rsid w:val="00AB0E83"/>
    <w:rsid w:val="00AB55AD"/>
    <w:rsid w:val="00AC5EA5"/>
    <w:rsid w:val="00AD4592"/>
    <w:rsid w:val="00AE0349"/>
    <w:rsid w:val="00AE209E"/>
    <w:rsid w:val="00AE3FFB"/>
    <w:rsid w:val="00AF6D5D"/>
    <w:rsid w:val="00B022E2"/>
    <w:rsid w:val="00B029A8"/>
    <w:rsid w:val="00B101FD"/>
    <w:rsid w:val="00B13A89"/>
    <w:rsid w:val="00B17976"/>
    <w:rsid w:val="00B26AAC"/>
    <w:rsid w:val="00B40CB9"/>
    <w:rsid w:val="00B43DBA"/>
    <w:rsid w:val="00B52891"/>
    <w:rsid w:val="00B52F74"/>
    <w:rsid w:val="00B612E2"/>
    <w:rsid w:val="00B62017"/>
    <w:rsid w:val="00B6268F"/>
    <w:rsid w:val="00B62AA2"/>
    <w:rsid w:val="00B65C3C"/>
    <w:rsid w:val="00B716FD"/>
    <w:rsid w:val="00B73D08"/>
    <w:rsid w:val="00B775C4"/>
    <w:rsid w:val="00B81AA1"/>
    <w:rsid w:val="00B86F64"/>
    <w:rsid w:val="00B87B9F"/>
    <w:rsid w:val="00B92FA0"/>
    <w:rsid w:val="00B93458"/>
    <w:rsid w:val="00B93A3A"/>
    <w:rsid w:val="00B95E59"/>
    <w:rsid w:val="00BA293F"/>
    <w:rsid w:val="00BA3B1D"/>
    <w:rsid w:val="00BA523F"/>
    <w:rsid w:val="00BB4427"/>
    <w:rsid w:val="00BC3540"/>
    <w:rsid w:val="00BC64FE"/>
    <w:rsid w:val="00BD6E30"/>
    <w:rsid w:val="00BE7109"/>
    <w:rsid w:val="00BF2622"/>
    <w:rsid w:val="00BF4857"/>
    <w:rsid w:val="00C016CF"/>
    <w:rsid w:val="00C021C3"/>
    <w:rsid w:val="00C04345"/>
    <w:rsid w:val="00C062CF"/>
    <w:rsid w:val="00C12173"/>
    <w:rsid w:val="00C14963"/>
    <w:rsid w:val="00C24DAA"/>
    <w:rsid w:val="00C2601F"/>
    <w:rsid w:val="00C36396"/>
    <w:rsid w:val="00C40821"/>
    <w:rsid w:val="00C44A98"/>
    <w:rsid w:val="00C52675"/>
    <w:rsid w:val="00C552A5"/>
    <w:rsid w:val="00C661D7"/>
    <w:rsid w:val="00C7366F"/>
    <w:rsid w:val="00C73ADB"/>
    <w:rsid w:val="00C878D3"/>
    <w:rsid w:val="00C917E1"/>
    <w:rsid w:val="00C97A10"/>
    <w:rsid w:val="00CA18DF"/>
    <w:rsid w:val="00CC4C8A"/>
    <w:rsid w:val="00CD1A2E"/>
    <w:rsid w:val="00CD3F23"/>
    <w:rsid w:val="00CD6406"/>
    <w:rsid w:val="00CE1CC7"/>
    <w:rsid w:val="00CE5942"/>
    <w:rsid w:val="00CE6836"/>
    <w:rsid w:val="00D012F2"/>
    <w:rsid w:val="00D1238D"/>
    <w:rsid w:val="00D147D3"/>
    <w:rsid w:val="00D14B03"/>
    <w:rsid w:val="00D151C8"/>
    <w:rsid w:val="00D1619A"/>
    <w:rsid w:val="00D16DED"/>
    <w:rsid w:val="00D17DBC"/>
    <w:rsid w:val="00D23DA6"/>
    <w:rsid w:val="00D52F03"/>
    <w:rsid w:val="00D54FCF"/>
    <w:rsid w:val="00D55249"/>
    <w:rsid w:val="00D72247"/>
    <w:rsid w:val="00D93775"/>
    <w:rsid w:val="00D94B5E"/>
    <w:rsid w:val="00DA1C9B"/>
    <w:rsid w:val="00DA1D81"/>
    <w:rsid w:val="00DB2DE5"/>
    <w:rsid w:val="00DB4FE0"/>
    <w:rsid w:val="00DB7DFB"/>
    <w:rsid w:val="00DC6DD5"/>
    <w:rsid w:val="00DF05A8"/>
    <w:rsid w:val="00DF22B8"/>
    <w:rsid w:val="00E005BC"/>
    <w:rsid w:val="00E07FFD"/>
    <w:rsid w:val="00E164E4"/>
    <w:rsid w:val="00E21EC4"/>
    <w:rsid w:val="00E27A4E"/>
    <w:rsid w:val="00E30D5A"/>
    <w:rsid w:val="00E3697E"/>
    <w:rsid w:val="00E37C36"/>
    <w:rsid w:val="00E4232E"/>
    <w:rsid w:val="00E5212D"/>
    <w:rsid w:val="00E634A5"/>
    <w:rsid w:val="00E664B9"/>
    <w:rsid w:val="00E72064"/>
    <w:rsid w:val="00E8011D"/>
    <w:rsid w:val="00E82D44"/>
    <w:rsid w:val="00E86CE4"/>
    <w:rsid w:val="00E8775B"/>
    <w:rsid w:val="00E97B30"/>
    <w:rsid w:val="00EA395B"/>
    <w:rsid w:val="00EA566E"/>
    <w:rsid w:val="00EB6BCA"/>
    <w:rsid w:val="00EC17F7"/>
    <w:rsid w:val="00EC5678"/>
    <w:rsid w:val="00ED6D20"/>
    <w:rsid w:val="00EE033B"/>
    <w:rsid w:val="00EE28C2"/>
    <w:rsid w:val="00EE70D6"/>
    <w:rsid w:val="00EF5AA2"/>
    <w:rsid w:val="00EF6DA3"/>
    <w:rsid w:val="00F01F16"/>
    <w:rsid w:val="00F07CED"/>
    <w:rsid w:val="00F13270"/>
    <w:rsid w:val="00F257EC"/>
    <w:rsid w:val="00F41429"/>
    <w:rsid w:val="00F504EB"/>
    <w:rsid w:val="00F54012"/>
    <w:rsid w:val="00F6118A"/>
    <w:rsid w:val="00F64E81"/>
    <w:rsid w:val="00F65061"/>
    <w:rsid w:val="00F66B09"/>
    <w:rsid w:val="00F757C8"/>
    <w:rsid w:val="00F76231"/>
    <w:rsid w:val="00F81EF7"/>
    <w:rsid w:val="00F835C3"/>
    <w:rsid w:val="00FC17C4"/>
    <w:rsid w:val="00FC259D"/>
    <w:rsid w:val="00FC25C5"/>
    <w:rsid w:val="00FC5646"/>
    <w:rsid w:val="00FD2D8C"/>
    <w:rsid w:val="00FE3B1E"/>
    <w:rsid w:val="00FE4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semiHidden/>
    <w:rsid w:val="005413A1"/>
    <w:pPr>
      <w:jc w:val="left"/>
    </w:pPr>
  </w:style>
  <w:style w:type="paragraph" w:styleId="a6">
    <w:name w:val="annotation subject"/>
    <w:basedOn w:val="a5"/>
    <w:next w:val="a5"/>
    <w:semiHidden/>
    <w:rsid w:val="005413A1"/>
    <w:rPr>
      <w:b/>
      <w:bCs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Pr>
      <w:rFonts w:ascii="Arial" w:eastAsia="ＭＳ ゴシック" w:hAnsi="Arial"/>
    </w:rPr>
  </w:style>
  <w:style w:type="table" w:styleId="ad">
    <w:name w:val="Table Grid"/>
    <w:basedOn w:val="a1"/>
    <w:rsid w:val="00AE209E"/>
    <w:pPr>
      <w:widowControl w:val="0"/>
      <w:jc w:val="both"/>
    </w:pPr>
    <w:rPr>
      <w:rFonts w:ascii="ＭＳ ゴシック" w:eastAsia="ＭＳ ゴシック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フッター (文字)"/>
    <w:link w:val="a9"/>
    <w:uiPriority w:val="99"/>
    <w:rsid w:val="00856635"/>
    <w:rPr>
      <w:rFonts w:ascii="ＭＳ 明朝"/>
      <w:kern w:val="2"/>
      <w:sz w:val="18"/>
      <w:szCs w:val="18"/>
    </w:rPr>
  </w:style>
  <w:style w:type="character" w:customStyle="1" w:styleId="a8">
    <w:name w:val="ヘッダー (文字)"/>
    <w:link w:val="a7"/>
    <w:rsid w:val="002A754E"/>
    <w:rPr>
      <w:rFonts w:ascii="ＭＳ 明朝"/>
      <w:kern w:val="2"/>
      <w:sz w:val="18"/>
      <w:szCs w:val="18"/>
    </w:rPr>
  </w:style>
  <w:style w:type="character" w:styleId="ae">
    <w:name w:val="Hyperlink"/>
    <w:uiPriority w:val="99"/>
    <w:unhideWhenUsed/>
    <w:rsid w:val="00B87B9F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0810BB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-mail Signature"/>
    <w:basedOn w:val="a"/>
  </w:style>
  <w:style w:type="character" w:styleId="a4">
    <w:name w:val="annotation reference"/>
    <w:semiHidden/>
    <w:rsid w:val="005413A1"/>
    <w:rPr>
      <w:sz w:val="18"/>
      <w:szCs w:val="18"/>
    </w:rPr>
  </w:style>
  <w:style w:type="paragraph" w:styleId="a5">
    <w:name w:val="annotation text"/>
    <w:basedOn w:val="a"/>
    <w:semiHidden/>
    <w:rsid w:val="005413A1"/>
    <w:pPr>
      <w:jc w:val="left"/>
    </w:pPr>
  </w:style>
  <w:style w:type="paragraph" w:styleId="a6">
    <w:name w:val="annotation subject"/>
    <w:basedOn w:val="a5"/>
    <w:next w:val="a5"/>
    <w:semiHidden/>
    <w:rsid w:val="005413A1"/>
    <w:rPr>
      <w:b/>
      <w:bCs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styleId="ac">
    <w:name w:val="Balloon Text"/>
    <w:basedOn w:val="a"/>
    <w:semiHidden/>
    <w:rPr>
      <w:rFonts w:ascii="Arial" w:eastAsia="ＭＳ ゴシック" w:hAnsi="Arial"/>
    </w:rPr>
  </w:style>
  <w:style w:type="table" w:styleId="ad">
    <w:name w:val="Table Grid"/>
    <w:basedOn w:val="a1"/>
    <w:rsid w:val="00AE209E"/>
    <w:pPr>
      <w:widowControl w:val="0"/>
      <w:jc w:val="both"/>
    </w:pPr>
    <w:rPr>
      <w:rFonts w:ascii="ＭＳ ゴシック" w:eastAsia="ＭＳ ゴシック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フッター (文字)"/>
    <w:link w:val="a9"/>
    <w:uiPriority w:val="99"/>
    <w:rsid w:val="00856635"/>
    <w:rPr>
      <w:rFonts w:ascii="ＭＳ 明朝"/>
      <w:kern w:val="2"/>
      <w:sz w:val="18"/>
      <w:szCs w:val="18"/>
    </w:rPr>
  </w:style>
  <w:style w:type="character" w:customStyle="1" w:styleId="a8">
    <w:name w:val="ヘッダー (文字)"/>
    <w:link w:val="a7"/>
    <w:rsid w:val="002A754E"/>
    <w:rPr>
      <w:rFonts w:ascii="ＭＳ 明朝"/>
      <w:kern w:val="2"/>
      <w:sz w:val="18"/>
      <w:szCs w:val="18"/>
    </w:rPr>
  </w:style>
  <w:style w:type="character" w:styleId="ae">
    <w:name w:val="Hyperlink"/>
    <w:uiPriority w:val="99"/>
    <w:unhideWhenUsed/>
    <w:rsid w:val="00B87B9F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0810B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805ECB-87B1-4F07-B77B-C9036AEF7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4F3EAA87.dotm</Template>
  <TotalTime>81</TotalTime>
  <Pages>4</Pages>
  <Words>210</Words>
  <Characters>1613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平成16年度</vt:lpstr>
      <vt:lpstr>平成16年度</vt:lpstr>
    </vt:vector>
  </TitlesOfParts>
  <Company>独立行政法人　日本学術振興会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平成16年度</dc:title>
  <dc:creator>西村 薫</dc:creator>
  <cp:lastModifiedBy>独立行政法人　日本学術振興会</cp:lastModifiedBy>
  <cp:revision>9</cp:revision>
  <cp:lastPrinted>2015-07-14T08:44:00Z</cp:lastPrinted>
  <dcterms:created xsi:type="dcterms:W3CDTF">2015-07-08T06:25:00Z</dcterms:created>
  <dcterms:modified xsi:type="dcterms:W3CDTF">2017-05-02T02:31:00Z</dcterms:modified>
</cp:coreProperties>
</file>